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B36" w:rsidRPr="00694EA8" w:rsidRDefault="007C2B36" w:rsidP="00694EA8">
      <w:pPr>
        <w:suppressAutoHyphens/>
        <w:ind w:firstLine="709"/>
        <w:jc w:val="center"/>
        <w:rPr>
          <w:rFonts w:cs="Arial"/>
          <w:b/>
          <w:sz w:val="32"/>
          <w:szCs w:val="32"/>
        </w:rPr>
      </w:pPr>
      <w:bookmarkStart w:id="0" w:name="_GoBack"/>
      <w:bookmarkEnd w:id="0"/>
      <w:r w:rsidRPr="00694EA8">
        <w:rPr>
          <w:rFonts w:cs="Arial"/>
          <w:b/>
          <w:sz w:val="32"/>
          <w:szCs w:val="32"/>
        </w:rPr>
        <w:t>АДМИНИСТРАЦИЯ МУНИЦИПАЛЬНОГО РАЙОНА</w:t>
      </w:r>
      <w:r w:rsidR="00694EA8" w:rsidRPr="00694EA8">
        <w:rPr>
          <w:rFonts w:cs="Arial"/>
          <w:b/>
          <w:sz w:val="32"/>
          <w:szCs w:val="32"/>
        </w:rPr>
        <w:t xml:space="preserve"> «</w:t>
      </w:r>
      <w:r w:rsidRPr="00694EA8">
        <w:rPr>
          <w:rFonts w:cs="Arial"/>
          <w:b/>
          <w:sz w:val="32"/>
          <w:szCs w:val="32"/>
        </w:rPr>
        <w:t>ШИЛКИНСКИЙ РАЙОН»</w:t>
      </w:r>
    </w:p>
    <w:p w:rsidR="007C2B36" w:rsidRPr="00694EA8" w:rsidRDefault="007C2B36" w:rsidP="00694EA8">
      <w:pPr>
        <w:suppressAutoHyphens/>
        <w:ind w:firstLine="709"/>
        <w:jc w:val="center"/>
        <w:rPr>
          <w:rFonts w:cs="Arial"/>
          <w:szCs w:val="28"/>
        </w:rPr>
      </w:pPr>
    </w:p>
    <w:p w:rsidR="00694EA8" w:rsidRPr="00694EA8" w:rsidRDefault="00694EA8" w:rsidP="00694EA8">
      <w:pPr>
        <w:suppressAutoHyphens/>
        <w:ind w:firstLine="709"/>
        <w:jc w:val="center"/>
        <w:rPr>
          <w:rFonts w:cs="Arial"/>
          <w:b/>
          <w:sz w:val="32"/>
          <w:szCs w:val="32"/>
        </w:rPr>
      </w:pPr>
      <w:r w:rsidRPr="00694EA8">
        <w:rPr>
          <w:rFonts w:cs="Arial"/>
          <w:b/>
          <w:sz w:val="32"/>
          <w:szCs w:val="32"/>
        </w:rPr>
        <w:t>ПОСТАНОВЛЕНИЕ</w:t>
      </w:r>
    </w:p>
    <w:p w:rsidR="00694EA8" w:rsidRDefault="00694EA8" w:rsidP="00694EA8">
      <w:pPr>
        <w:suppressAutoHyphens/>
        <w:ind w:firstLine="709"/>
        <w:jc w:val="center"/>
        <w:rPr>
          <w:rFonts w:cs="Arial"/>
          <w:szCs w:val="28"/>
        </w:rPr>
      </w:pPr>
    </w:p>
    <w:p w:rsidR="00694EA8" w:rsidRDefault="00694EA8" w:rsidP="00694EA8">
      <w:pPr>
        <w:suppressAutoHyphens/>
        <w:ind w:firstLine="709"/>
        <w:jc w:val="center"/>
        <w:rPr>
          <w:rFonts w:cs="Arial"/>
          <w:szCs w:val="28"/>
        </w:rPr>
      </w:pPr>
    </w:p>
    <w:p w:rsidR="00694EA8" w:rsidRDefault="00694EA8" w:rsidP="00FA7FB0">
      <w:pPr>
        <w:suppressAutoHyphens/>
        <w:ind w:firstLine="0"/>
        <w:jc w:val="center"/>
        <w:rPr>
          <w:rFonts w:cs="Arial"/>
          <w:szCs w:val="28"/>
        </w:rPr>
      </w:pPr>
      <w:r>
        <w:rPr>
          <w:rFonts w:cs="Arial"/>
          <w:szCs w:val="28"/>
        </w:rPr>
        <w:t>28</w:t>
      </w:r>
      <w:r w:rsidR="007C2B36" w:rsidRPr="00694EA8">
        <w:rPr>
          <w:rFonts w:cs="Arial"/>
          <w:szCs w:val="28"/>
        </w:rPr>
        <w:t xml:space="preserve"> </w:t>
      </w:r>
      <w:r w:rsidR="0030549F" w:rsidRPr="00694EA8">
        <w:rPr>
          <w:rFonts w:cs="Arial"/>
          <w:szCs w:val="28"/>
        </w:rPr>
        <w:t>февраля</w:t>
      </w:r>
      <w:r>
        <w:rPr>
          <w:rFonts w:cs="Arial"/>
          <w:szCs w:val="28"/>
        </w:rPr>
        <w:t xml:space="preserve"> </w:t>
      </w:r>
      <w:r w:rsidR="007C2B36" w:rsidRPr="00694EA8">
        <w:rPr>
          <w:rFonts w:cs="Arial"/>
          <w:szCs w:val="28"/>
        </w:rPr>
        <w:t>20</w:t>
      </w:r>
      <w:r w:rsidR="00B26DD2" w:rsidRPr="00694EA8">
        <w:rPr>
          <w:rFonts w:cs="Arial"/>
          <w:szCs w:val="28"/>
        </w:rPr>
        <w:t>2</w:t>
      </w:r>
      <w:r w:rsidR="00BF6C11" w:rsidRPr="00694EA8">
        <w:rPr>
          <w:rFonts w:cs="Arial"/>
          <w:szCs w:val="28"/>
        </w:rPr>
        <w:t>2</w:t>
      </w:r>
      <w:r>
        <w:rPr>
          <w:rFonts w:cs="Arial"/>
          <w:szCs w:val="28"/>
        </w:rPr>
        <w:t xml:space="preserve"> </w:t>
      </w:r>
      <w:r w:rsidRPr="00694EA8">
        <w:rPr>
          <w:rFonts w:cs="Arial"/>
          <w:szCs w:val="28"/>
        </w:rPr>
        <w:t>года</w:t>
      </w:r>
      <w:r>
        <w:rPr>
          <w:rFonts w:cs="Arial"/>
          <w:szCs w:val="28"/>
        </w:rPr>
        <w:t xml:space="preserve"> </w:t>
      </w:r>
      <w:r>
        <w:rPr>
          <w:rFonts w:cs="Arial"/>
          <w:szCs w:val="28"/>
        </w:rPr>
        <w:tab/>
      </w:r>
      <w:r>
        <w:rPr>
          <w:rFonts w:cs="Arial"/>
          <w:szCs w:val="28"/>
        </w:rPr>
        <w:tab/>
      </w:r>
      <w:r>
        <w:rPr>
          <w:rFonts w:cs="Arial"/>
          <w:szCs w:val="28"/>
        </w:rPr>
        <w:tab/>
      </w:r>
      <w:r>
        <w:rPr>
          <w:rFonts w:cs="Arial"/>
          <w:szCs w:val="28"/>
        </w:rPr>
        <w:tab/>
      </w:r>
      <w:r>
        <w:rPr>
          <w:rFonts w:cs="Arial"/>
          <w:szCs w:val="28"/>
        </w:rPr>
        <w:tab/>
      </w:r>
      <w:r>
        <w:rPr>
          <w:rFonts w:cs="Arial"/>
          <w:szCs w:val="28"/>
        </w:rPr>
        <w:tab/>
      </w:r>
      <w:r>
        <w:rPr>
          <w:rFonts w:cs="Arial"/>
          <w:szCs w:val="28"/>
        </w:rPr>
        <w:tab/>
      </w:r>
      <w:r>
        <w:rPr>
          <w:rFonts w:cs="Arial"/>
          <w:szCs w:val="28"/>
        </w:rPr>
        <w:tab/>
      </w:r>
      <w:r>
        <w:rPr>
          <w:rFonts w:cs="Arial"/>
          <w:szCs w:val="28"/>
        </w:rPr>
        <w:tab/>
      </w:r>
      <w:r>
        <w:rPr>
          <w:rFonts w:cs="Arial"/>
          <w:szCs w:val="28"/>
        </w:rPr>
        <w:tab/>
      </w:r>
      <w:r w:rsidRPr="00694EA8">
        <w:rPr>
          <w:rFonts w:cs="Arial"/>
          <w:szCs w:val="28"/>
        </w:rPr>
        <w:t>№</w:t>
      </w:r>
      <w:r>
        <w:rPr>
          <w:rFonts w:cs="Arial"/>
          <w:szCs w:val="28"/>
        </w:rPr>
        <w:t xml:space="preserve"> </w:t>
      </w:r>
      <w:r w:rsidR="00D51081" w:rsidRPr="00694EA8">
        <w:rPr>
          <w:rFonts w:cs="Arial"/>
          <w:szCs w:val="28"/>
        </w:rPr>
        <w:t>55</w:t>
      </w:r>
    </w:p>
    <w:p w:rsidR="00694EA8" w:rsidRDefault="00694EA8" w:rsidP="00694EA8">
      <w:pPr>
        <w:suppressAutoHyphens/>
        <w:ind w:firstLine="709"/>
        <w:jc w:val="center"/>
        <w:rPr>
          <w:rFonts w:cs="Arial"/>
          <w:szCs w:val="28"/>
        </w:rPr>
      </w:pPr>
    </w:p>
    <w:p w:rsidR="00694EA8" w:rsidRDefault="00694EA8" w:rsidP="00694EA8">
      <w:pPr>
        <w:suppressAutoHyphens/>
        <w:ind w:firstLine="709"/>
        <w:jc w:val="center"/>
        <w:rPr>
          <w:rFonts w:cs="Arial"/>
          <w:szCs w:val="28"/>
        </w:rPr>
      </w:pPr>
    </w:p>
    <w:p w:rsidR="007C2B36" w:rsidRPr="00694EA8" w:rsidRDefault="007C2B36" w:rsidP="00694EA8">
      <w:pPr>
        <w:suppressAutoHyphens/>
        <w:ind w:firstLine="709"/>
        <w:jc w:val="center"/>
        <w:rPr>
          <w:rFonts w:cs="Arial"/>
          <w:szCs w:val="28"/>
        </w:rPr>
      </w:pPr>
      <w:r w:rsidRPr="00694EA8">
        <w:rPr>
          <w:rFonts w:cs="Arial"/>
          <w:szCs w:val="28"/>
        </w:rPr>
        <w:t>г.</w:t>
      </w:r>
      <w:r w:rsidR="00D7403C" w:rsidRPr="00694EA8">
        <w:rPr>
          <w:rFonts w:cs="Arial"/>
          <w:szCs w:val="28"/>
        </w:rPr>
        <w:t xml:space="preserve"> </w:t>
      </w:r>
      <w:r w:rsidRPr="00694EA8">
        <w:rPr>
          <w:rFonts w:cs="Arial"/>
          <w:szCs w:val="28"/>
        </w:rPr>
        <w:t>Шилка</w:t>
      </w:r>
    </w:p>
    <w:p w:rsidR="00694EA8" w:rsidRDefault="00694EA8" w:rsidP="00694EA8">
      <w:pPr>
        <w:suppressAutoHyphens/>
        <w:ind w:firstLine="709"/>
        <w:jc w:val="center"/>
        <w:rPr>
          <w:rFonts w:cs="Arial"/>
          <w:szCs w:val="28"/>
        </w:rPr>
      </w:pPr>
    </w:p>
    <w:p w:rsidR="00694EA8" w:rsidRDefault="00694EA8" w:rsidP="00694EA8">
      <w:pPr>
        <w:suppressAutoHyphens/>
        <w:ind w:firstLine="709"/>
        <w:jc w:val="center"/>
        <w:rPr>
          <w:rFonts w:cs="Arial"/>
          <w:szCs w:val="28"/>
        </w:rPr>
      </w:pPr>
    </w:p>
    <w:p w:rsidR="00694EA8" w:rsidRDefault="00694EA8" w:rsidP="00FA7FB0">
      <w:pPr>
        <w:pStyle w:val="Title"/>
      </w:pPr>
      <w:r w:rsidRPr="00694EA8">
        <w:t>«</w:t>
      </w:r>
      <w:r w:rsidR="00147A81" w:rsidRPr="00694EA8">
        <w:t>О внесении изменений в постановление администрации</w:t>
      </w:r>
      <w:r>
        <w:t xml:space="preserve"> </w:t>
      </w:r>
      <w:r w:rsidR="00147A81" w:rsidRPr="00694EA8">
        <w:t>муниципального района «</w:t>
      </w:r>
      <w:proofErr w:type="spellStart"/>
      <w:r w:rsidR="00147A81" w:rsidRPr="00694EA8">
        <w:t>Шилкинский</w:t>
      </w:r>
      <w:proofErr w:type="spellEnd"/>
      <w:r w:rsidR="00147A81" w:rsidRPr="00694EA8">
        <w:t xml:space="preserve"> район» от </w:t>
      </w:r>
      <w:r w:rsidR="0010623A" w:rsidRPr="00694EA8">
        <w:t>2</w:t>
      </w:r>
      <w:r w:rsidR="00BF6C11" w:rsidRPr="00694EA8">
        <w:t xml:space="preserve">3 декабря </w:t>
      </w:r>
      <w:r w:rsidR="00147A81" w:rsidRPr="00694EA8">
        <w:t>2021</w:t>
      </w:r>
      <w:r>
        <w:t xml:space="preserve"> </w:t>
      </w:r>
      <w:r w:rsidRPr="00694EA8">
        <w:t>года №</w:t>
      </w:r>
      <w:r>
        <w:t xml:space="preserve"> </w:t>
      </w:r>
      <w:r w:rsidR="00BF6C11" w:rsidRPr="00694EA8">
        <w:t xml:space="preserve">501 </w:t>
      </w:r>
      <w:r w:rsidR="00147A81" w:rsidRPr="00694EA8">
        <w:t>«О</w:t>
      </w:r>
      <w:r w:rsidR="00BF6C11" w:rsidRPr="00694EA8">
        <w:t xml:space="preserve"> введении на </w:t>
      </w:r>
      <w:r w:rsidR="00147A81" w:rsidRPr="00694EA8">
        <w:t>территории муниципального района</w:t>
      </w:r>
      <w:r w:rsidRPr="00694EA8">
        <w:t xml:space="preserve"> «</w:t>
      </w:r>
      <w:proofErr w:type="spellStart"/>
      <w:r w:rsidR="00147A81" w:rsidRPr="00694EA8">
        <w:t>Шилкинский</w:t>
      </w:r>
      <w:proofErr w:type="spellEnd"/>
      <w:r w:rsidR="00147A81" w:rsidRPr="00694EA8">
        <w:t xml:space="preserve"> район» режима</w:t>
      </w:r>
      <w:r w:rsidR="00BF6C11" w:rsidRPr="00694EA8">
        <w:t xml:space="preserve"> ч</w:t>
      </w:r>
      <w:r w:rsidR="00147A81" w:rsidRPr="00694EA8">
        <w:t>резвычайн</w:t>
      </w:r>
      <w:r w:rsidR="00BF6C11" w:rsidRPr="00694EA8">
        <w:t xml:space="preserve">ой </w:t>
      </w:r>
      <w:r w:rsidR="00147A81" w:rsidRPr="00694EA8">
        <w:t>ситуаци</w:t>
      </w:r>
      <w:r w:rsidR="00BF6C11" w:rsidRPr="00694EA8">
        <w:t xml:space="preserve">и вызванной выходом грунтовых вод и образованием </w:t>
      </w:r>
      <w:proofErr w:type="spellStart"/>
      <w:r w:rsidR="00BF6C11" w:rsidRPr="00694EA8">
        <w:t>наледных</w:t>
      </w:r>
      <w:proofErr w:type="spellEnd"/>
      <w:r w:rsidR="00BF6C11" w:rsidRPr="00694EA8">
        <w:t xml:space="preserve"> явлений</w:t>
      </w:r>
      <w:r w:rsidR="00147A81" w:rsidRPr="00694EA8">
        <w:t>»</w:t>
      </w:r>
    </w:p>
    <w:p w:rsidR="00147A81" w:rsidRPr="00694EA8" w:rsidRDefault="00147A81" w:rsidP="00694EA8">
      <w:pPr>
        <w:suppressAutoHyphens/>
        <w:ind w:firstLine="709"/>
        <w:jc w:val="center"/>
        <w:rPr>
          <w:rFonts w:cs="Arial"/>
          <w:szCs w:val="16"/>
        </w:rPr>
      </w:pPr>
    </w:p>
    <w:p w:rsidR="0010623A" w:rsidRPr="00694EA8" w:rsidRDefault="0010623A" w:rsidP="00694EA8">
      <w:pPr>
        <w:suppressAutoHyphens/>
        <w:ind w:firstLine="709"/>
        <w:jc w:val="center"/>
        <w:rPr>
          <w:rFonts w:cs="Arial"/>
          <w:szCs w:val="16"/>
        </w:rPr>
      </w:pPr>
    </w:p>
    <w:p w:rsidR="00147A81" w:rsidRPr="00694EA8" w:rsidRDefault="00147A81" w:rsidP="00694EA8">
      <w:pPr>
        <w:suppressAutoHyphens/>
        <w:ind w:firstLine="709"/>
        <w:rPr>
          <w:rFonts w:cs="Arial"/>
          <w:szCs w:val="28"/>
        </w:rPr>
      </w:pPr>
      <w:proofErr w:type="gramStart"/>
      <w:r w:rsidRPr="00694EA8">
        <w:rPr>
          <w:rFonts w:cs="Arial"/>
          <w:szCs w:val="28"/>
        </w:rPr>
        <w:t xml:space="preserve">В </w:t>
      </w:r>
      <w:r w:rsidRPr="00694EA8">
        <w:rPr>
          <w:rFonts w:cs="Arial"/>
          <w:bCs/>
          <w:szCs w:val="28"/>
        </w:rPr>
        <w:t xml:space="preserve">соответствии со </w:t>
      </w:r>
      <w:r w:rsidRPr="00694EA8">
        <w:rPr>
          <w:rFonts w:cs="Arial"/>
          <w:szCs w:val="28"/>
        </w:rPr>
        <w:t>статьями 8</w:t>
      </w:r>
      <w:r w:rsidR="00694EA8" w:rsidRPr="00694EA8">
        <w:rPr>
          <w:rFonts w:cs="Arial"/>
          <w:szCs w:val="28"/>
        </w:rPr>
        <w:t>,</w:t>
      </w:r>
      <w:r w:rsidR="00694EA8">
        <w:rPr>
          <w:rFonts w:cs="Arial"/>
          <w:szCs w:val="28"/>
        </w:rPr>
        <w:t xml:space="preserve"> </w:t>
      </w:r>
      <w:r w:rsidRPr="00694EA8">
        <w:rPr>
          <w:rFonts w:cs="Arial"/>
          <w:szCs w:val="28"/>
        </w:rPr>
        <w:t xml:space="preserve">10 </w:t>
      </w:r>
      <w:hyperlink r:id="rId8" w:history="1">
        <w:r w:rsidR="00FA7FB0">
          <w:rPr>
            <w:rStyle w:val="af4"/>
            <w:rFonts w:cs="Arial"/>
            <w:szCs w:val="28"/>
          </w:rPr>
          <w:t>Устава муниципального района "</w:t>
        </w:r>
        <w:proofErr w:type="spellStart"/>
        <w:r w:rsidR="00FA7FB0">
          <w:rPr>
            <w:rStyle w:val="af4"/>
            <w:rFonts w:cs="Arial"/>
            <w:szCs w:val="28"/>
          </w:rPr>
          <w:t>Шилкинский</w:t>
        </w:r>
        <w:proofErr w:type="spellEnd"/>
        <w:r w:rsidR="00FA7FB0">
          <w:rPr>
            <w:rStyle w:val="af4"/>
            <w:rFonts w:cs="Arial"/>
            <w:szCs w:val="28"/>
          </w:rPr>
          <w:t xml:space="preserve"> район"</w:t>
        </w:r>
      </w:hyperlink>
      <w:r w:rsidRPr="00694EA8">
        <w:rPr>
          <w:rFonts w:cs="Arial"/>
          <w:szCs w:val="28"/>
        </w:rPr>
        <w:t xml:space="preserve"> и Положением о муниципальной подсистеме муниципального района «</w:t>
      </w:r>
      <w:proofErr w:type="spellStart"/>
      <w:r w:rsidRPr="00694EA8">
        <w:rPr>
          <w:rFonts w:cs="Arial"/>
          <w:szCs w:val="28"/>
        </w:rPr>
        <w:t>Шилкинский</w:t>
      </w:r>
      <w:proofErr w:type="spellEnd"/>
      <w:r w:rsidRPr="00694EA8">
        <w:rPr>
          <w:rFonts w:cs="Arial"/>
          <w:szCs w:val="28"/>
        </w:rPr>
        <w:t xml:space="preserve"> район» звена территориальной подсистемы единой государственной системы предупреждения и ликвидации чрезвычайных ситуаций Забайкальского края</w:t>
      </w:r>
      <w:r w:rsidR="00694EA8" w:rsidRPr="00694EA8">
        <w:rPr>
          <w:rFonts w:cs="Arial"/>
          <w:szCs w:val="28"/>
        </w:rPr>
        <w:t>,</w:t>
      </w:r>
      <w:r w:rsidR="00694EA8">
        <w:rPr>
          <w:rFonts w:cs="Arial"/>
          <w:szCs w:val="28"/>
        </w:rPr>
        <w:t xml:space="preserve"> </w:t>
      </w:r>
      <w:r w:rsidRPr="00694EA8">
        <w:rPr>
          <w:rFonts w:cs="Arial"/>
          <w:szCs w:val="28"/>
        </w:rPr>
        <w:t>утвержденным постановлением администрации муниципального района «</w:t>
      </w:r>
      <w:proofErr w:type="spellStart"/>
      <w:r w:rsidRPr="00694EA8">
        <w:rPr>
          <w:rFonts w:cs="Arial"/>
          <w:szCs w:val="28"/>
        </w:rPr>
        <w:t>Шилкинский</w:t>
      </w:r>
      <w:proofErr w:type="spellEnd"/>
      <w:r w:rsidRPr="00694EA8">
        <w:rPr>
          <w:rFonts w:cs="Arial"/>
          <w:szCs w:val="28"/>
        </w:rPr>
        <w:t xml:space="preserve"> район» от 29 февраля 2016</w:t>
      </w:r>
      <w:r w:rsidR="00694EA8">
        <w:rPr>
          <w:rFonts w:cs="Arial"/>
          <w:szCs w:val="28"/>
        </w:rPr>
        <w:t xml:space="preserve"> </w:t>
      </w:r>
      <w:r w:rsidR="00694EA8" w:rsidRPr="00694EA8">
        <w:rPr>
          <w:rFonts w:cs="Arial"/>
          <w:szCs w:val="28"/>
        </w:rPr>
        <w:t>года</w:t>
      </w:r>
      <w:r w:rsidR="00694EA8">
        <w:rPr>
          <w:rFonts w:cs="Arial"/>
          <w:szCs w:val="28"/>
        </w:rPr>
        <w:t xml:space="preserve"> </w:t>
      </w:r>
      <w:r w:rsidR="00694EA8" w:rsidRPr="00694EA8">
        <w:rPr>
          <w:rFonts w:cs="Arial"/>
          <w:szCs w:val="28"/>
        </w:rPr>
        <w:t>№</w:t>
      </w:r>
      <w:r w:rsidR="00694EA8">
        <w:rPr>
          <w:rFonts w:cs="Arial"/>
          <w:szCs w:val="28"/>
        </w:rPr>
        <w:t xml:space="preserve"> </w:t>
      </w:r>
      <w:r w:rsidRPr="00694EA8">
        <w:rPr>
          <w:rFonts w:cs="Arial"/>
          <w:szCs w:val="28"/>
        </w:rPr>
        <w:t>81</w:t>
      </w:r>
      <w:r w:rsidR="00694EA8" w:rsidRPr="00694EA8">
        <w:rPr>
          <w:rFonts w:cs="Arial"/>
          <w:szCs w:val="28"/>
        </w:rPr>
        <w:t>,</w:t>
      </w:r>
      <w:r w:rsidR="00694EA8">
        <w:rPr>
          <w:rFonts w:cs="Arial"/>
          <w:szCs w:val="28"/>
        </w:rPr>
        <w:t xml:space="preserve"> </w:t>
      </w:r>
      <w:r w:rsidRPr="00694EA8">
        <w:rPr>
          <w:rFonts w:cs="Arial"/>
          <w:szCs w:val="28"/>
        </w:rPr>
        <w:t>учитывая</w:t>
      </w:r>
      <w:r w:rsidR="0010623A" w:rsidRPr="00694EA8">
        <w:rPr>
          <w:rFonts w:cs="Arial"/>
          <w:szCs w:val="28"/>
        </w:rPr>
        <w:t xml:space="preserve"> изменени</w:t>
      </w:r>
      <w:r w:rsidR="00BF6C11" w:rsidRPr="00694EA8">
        <w:rPr>
          <w:rFonts w:cs="Arial"/>
          <w:szCs w:val="28"/>
        </w:rPr>
        <w:t xml:space="preserve">е </w:t>
      </w:r>
      <w:r w:rsidR="0010623A" w:rsidRPr="00694EA8">
        <w:rPr>
          <w:rFonts w:cs="Arial"/>
          <w:szCs w:val="28"/>
        </w:rPr>
        <w:t xml:space="preserve">обстановки и </w:t>
      </w:r>
      <w:r w:rsidRPr="00694EA8">
        <w:rPr>
          <w:rFonts w:cs="Arial"/>
          <w:szCs w:val="28"/>
        </w:rPr>
        <w:t>результаты работы комисси</w:t>
      </w:r>
      <w:r w:rsidR="00BF6C11" w:rsidRPr="00694EA8">
        <w:rPr>
          <w:rFonts w:cs="Arial"/>
          <w:szCs w:val="28"/>
        </w:rPr>
        <w:t xml:space="preserve">и </w:t>
      </w:r>
      <w:r w:rsidRPr="00694EA8">
        <w:rPr>
          <w:rFonts w:cs="Arial"/>
          <w:szCs w:val="28"/>
        </w:rPr>
        <w:t>по обследованию территорий пострадавших</w:t>
      </w:r>
      <w:r w:rsidR="00BF6C11" w:rsidRPr="00694EA8">
        <w:rPr>
          <w:rFonts w:cs="Arial"/>
          <w:szCs w:val="28"/>
        </w:rPr>
        <w:t xml:space="preserve"> </w:t>
      </w:r>
      <w:r w:rsidRPr="00694EA8">
        <w:rPr>
          <w:rFonts w:cs="Arial"/>
          <w:szCs w:val="28"/>
        </w:rPr>
        <w:t>от</w:t>
      </w:r>
      <w:r w:rsidR="00BF6C11" w:rsidRPr="00694EA8">
        <w:rPr>
          <w:rFonts w:cs="Arial"/>
          <w:szCs w:val="28"/>
        </w:rPr>
        <w:t xml:space="preserve"> в результате</w:t>
      </w:r>
      <w:proofErr w:type="gramEnd"/>
      <w:r w:rsidR="00BF6C11" w:rsidRPr="00694EA8">
        <w:rPr>
          <w:rFonts w:cs="Arial"/>
          <w:szCs w:val="28"/>
        </w:rPr>
        <w:t xml:space="preserve"> выхода грунтовых вод и образования наледи</w:t>
      </w:r>
      <w:r w:rsidR="00694EA8" w:rsidRPr="00694EA8">
        <w:rPr>
          <w:rFonts w:cs="Arial"/>
          <w:szCs w:val="28"/>
        </w:rPr>
        <w:t>,</w:t>
      </w:r>
      <w:r w:rsidR="00694EA8">
        <w:rPr>
          <w:rFonts w:cs="Arial"/>
          <w:szCs w:val="28"/>
        </w:rPr>
        <w:t xml:space="preserve"> </w:t>
      </w:r>
      <w:r w:rsidRPr="00694EA8">
        <w:rPr>
          <w:rFonts w:cs="Arial"/>
          <w:szCs w:val="28"/>
        </w:rPr>
        <w:t>администрация муниципального района «</w:t>
      </w:r>
      <w:proofErr w:type="spellStart"/>
      <w:r w:rsidRPr="00694EA8">
        <w:rPr>
          <w:rFonts w:cs="Arial"/>
          <w:szCs w:val="28"/>
        </w:rPr>
        <w:t>Шилкинский</w:t>
      </w:r>
      <w:proofErr w:type="spellEnd"/>
      <w:r w:rsidRPr="00694EA8">
        <w:rPr>
          <w:rFonts w:cs="Arial"/>
          <w:szCs w:val="28"/>
        </w:rPr>
        <w:t xml:space="preserve"> район» постановляет:</w:t>
      </w:r>
    </w:p>
    <w:p w:rsidR="00147A81" w:rsidRPr="00694EA8" w:rsidRDefault="00147A81" w:rsidP="00694EA8">
      <w:pPr>
        <w:suppressAutoHyphens/>
        <w:ind w:firstLine="709"/>
        <w:rPr>
          <w:rFonts w:cs="Arial"/>
          <w:szCs w:val="28"/>
        </w:rPr>
      </w:pPr>
    </w:p>
    <w:p w:rsidR="00F262B6" w:rsidRPr="00694EA8" w:rsidRDefault="00F262B6" w:rsidP="00694EA8">
      <w:pPr>
        <w:suppressAutoHyphens/>
        <w:ind w:firstLine="709"/>
        <w:rPr>
          <w:rFonts w:cs="Arial"/>
          <w:szCs w:val="28"/>
        </w:rPr>
      </w:pPr>
      <w:r w:rsidRPr="00694EA8">
        <w:rPr>
          <w:rFonts w:cs="Arial"/>
          <w:szCs w:val="28"/>
        </w:rPr>
        <w:t>1. Внести в постановление</w:t>
      </w:r>
      <w:r w:rsidR="00694EA8">
        <w:rPr>
          <w:rFonts w:cs="Arial"/>
          <w:szCs w:val="28"/>
        </w:rPr>
        <w:t xml:space="preserve"> </w:t>
      </w:r>
      <w:r w:rsidRPr="00694EA8">
        <w:rPr>
          <w:rFonts w:cs="Arial"/>
          <w:szCs w:val="28"/>
        </w:rPr>
        <w:t>администрации муниципального района «</w:t>
      </w:r>
      <w:proofErr w:type="spellStart"/>
      <w:r w:rsidRPr="00694EA8">
        <w:rPr>
          <w:rFonts w:cs="Arial"/>
          <w:szCs w:val="28"/>
        </w:rPr>
        <w:t>Шилкинский</w:t>
      </w:r>
      <w:proofErr w:type="spellEnd"/>
      <w:r w:rsidRPr="00694EA8">
        <w:rPr>
          <w:rFonts w:cs="Arial"/>
          <w:szCs w:val="28"/>
        </w:rPr>
        <w:t xml:space="preserve"> район» от </w:t>
      </w:r>
      <w:r w:rsidR="0010623A" w:rsidRPr="00694EA8">
        <w:rPr>
          <w:rFonts w:cs="Arial"/>
          <w:szCs w:val="28"/>
        </w:rPr>
        <w:t>2</w:t>
      </w:r>
      <w:r w:rsidR="00D3628F" w:rsidRPr="00694EA8">
        <w:rPr>
          <w:rFonts w:cs="Arial"/>
          <w:szCs w:val="28"/>
        </w:rPr>
        <w:t xml:space="preserve">3 декабря </w:t>
      </w:r>
      <w:r w:rsidRPr="00694EA8">
        <w:rPr>
          <w:rFonts w:cs="Arial"/>
          <w:szCs w:val="28"/>
        </w:rPr>
        <w:t>2021</w:t>
      </w:r>
      <w:r w:rsidR="00694EA8">
        <w:rPr>
          <w:rFonts w:cs="Arial"/>
          <w:szCs w:val="28"/>
        </w:rPr>
        <w:t xml:space="preserve"> </w:t>
      </w:r>
      <w:r w:rsidR="00694EA8" w:rsidRPr="00694EA8">
        <w:rPr>
          <w:rFonts w:cs="Arial"/>
          <w:szCs w:val="28"/>
        </w:rPr>
        <w:t>года</w:t>
      </w:r>
      <w:r w:rsidR="00694EA8">
        <w:rPr>
          <w:rFonts w:cs="Arial"/>
          <w:szCs w:val="28"/>
        </w:rPr>
        <w:t xml:space="preserve"> </w:t>
      </w:r>
      <w:r w:rsidR="00694EA8" w:rsidRPr="00694EA8">
        <w:rPr>
          <w:rFonts w:cs="Arial"/>
          <w:szCs w:val="28"/>
        </w:rPr>
        <w:t>№</w:t>
      </w:r>
      <w:r w:rsidR="00694EA8">
        <w:rPr>
          <w:rFonts w:cs="Arial"/>
          <w:szCs w:val="28"/>
        </w:rPr>
        <w:t xml:space="preserve"> </w:t>
      </w:r>
      <w:r w:rsidR="00D3628F" w:rsidRPr="00694EA8">
        <w:rPr>
          <w:rFonts w:cs="Arial"/>
          <w:szCs w:val="28"/>
        </w:rPr>
        <w:t>501 «О введении на территории муниципального района «</w:t>
      </w:r>
      <w:proofErr w:type="spellStart"/>
      <w:r w:rsidR="00D3628F" w:rsidRPr="00694EA8">
        <w:rPr>
          <w:rFonts w:cs="Arial"/>
          <w:szCs w:val="28"/>
        </w:rPr>
        <w:t>Шилкинский</w:t>
      </w:r>
      <w:proofErr w:type="spellEnd"/>
      <w:r w:rsidR="00D3628F" w:rsidRPr="00694EA8">
        <w:rPr>
          <w:rFonts w:cs="Arial"/>
          <w:szCs w:val="28"/>
        </w:rPr>
        <w:t xml:space="preserve"> район» режима чрезвычайной ситуации вызванной выходом грунтовых вод и образованием </w:t>
      </w:r>
      <w:proofErr w:type="spellStart"/>
      <w:r w:rsidR="00D3628F" w:rsidRPr="00694EA8">
        <w:rPr>
          <w:rFonts w:cs="Arial"/>
          <w:szCs w:val="28"/>
        </w:rPr>
        <w:t>наледных</w:t>
      </w:r>
      <w:proofErr w:type="spellEnd"/>
      <w:r w:rsidR="00D3628F" w:rsidRPr="00694EA8">
        <w:rPr>
          <w:rFonts w:cs="Arial"/>
          <w:szCs w:val="28"/>
        </w:rPr>
        <w:t xml:space="preserve"> явлений» </w:t>
      </w:r>
      <w:r w:rsidRPr="00694EA8">
        <w:rPr>
          <w:rFonts w:cs="Arial"/>
          <w:szCs w:val="28"/>
        </w:rPr>
        <w:t>изменения:</w:t>
      </w:r>
    </w:p>
    <w:p w:rsidR="00412090" w:rsidRPr="00694EA8" w:rsidRDefault="00F262B6" w:rsidP="00694EA8">
      <w:pPr>
        <w:suppressAutoHyphens/>
        <w:ind w:firstLine="709"/>
        <w:rPr>
          <w:rFonts w:cs="Arial"/>
          <w:szCs w:val="28"/>
        </w:rPr>
      </w:pPr>
      <w:r w:rsidRPr="00694EA8">
        <w:rPr>
          <w:rFonts w:cs="Arial"/>
          <w:szCs w:val="28"/>
        </w:rPr>
        <w:t>Пункт 2 изложить в следующей редакции:</w:t>
      </w:r>
      <w:r w:rsidR="00694EA8" w:rsidRPr="00694EA8">
        <w:rPr>
          <w:rFonts w:cs="Arial"/>
          <w:szCs w:val="28"/>
        </w:rPr>
        <w:t xml:space="preserve"> «</w:t>
      </w:r>
      <w:r w:rsidR="00412090" w:rsidRPr="00694EA8">
        <w:rPr>
          <w:rFonts w:cs="Arial"/>
          <w:szCs w:val="28"/>
        </w:rPr>
        <w:t>2.Определить границы зоны действия режима функционирования «Чрезвычайная ситуация»</w:t>
      </w:r>
      <w:r w:rsidR="00694EA8" w:rsidRPr="00694EA8">
        <w:rPr>
          <w:rFonts w:cs="Arial"/>
          <w:szCs w:val="28"/>
        </w:rPr>
        <w:t>,</w:t>
      </w:r>
      <w:r w:rsidR="00694EA8">
        <w:rPr>
          <w:rFonts w:cs="Arial"/>
          <w:szCs w:val="28"/>
        </w:rPr>
        <w:t xml:space="preserve"> </w:t>
      </w:r>
      <w:r w:rsidR="00412090" w:rsidRPr="00694EA8">
        <w:rPr>
          <w:rFonts w:cs="Arial"/>
          <w:szCs w:val="28"/>
        </w:rPr>
        <w:t>вызванной выходом грунтовых вод и образованием наледи на территории муниципального района «</w:t>
      </w:r>
      <w:proofErr w:type="spellStart"/>
      <w:r w:rsidR="00412090" w:rsidRPr="00694EA8">
        <w:rPr>
          <w:rFonts w:cs="Arial"/>
          <w:szCs w:val="28"/>
        </w:rPr>
        <w:t>Шилкинский</w:t>
      </w:r>
      <w:proofErr w:type="spellEnd"/>
      <w:r w:rsidR="00412090" w:rsidRPr="00694EA8">
        <w:rPr>
          <w:rFonts w:cs="Arial"/>
          <w:szCs w:val="28"/>
        </w:rPr>
        <w:t xml:space="preserve"> район»:</w:t>
      </w:r>
    </w:p>
    <w:p w:rsidR="00694EA8" w:rsidRDefault="00412090" w:rsidP="00694EA8">
      <w:pPr>
        <w:suppressAutoHyphens/>
        <w:ind w:firstLine="709"/>
        <w:rPr>
          <w:rFonts w:cs="Arial"/>
          <w:szCs w:val="28"/>
        </w:rPr>
      </w:pPr>
      <w:r w:rsidRPr="00694EA8">
        <w:rPr>
          <w:rFonts w:cs="Arial"/>
          <w:szCs w:val="28"/>
        </w:rPr>
        <w:t>2.1.3она</w:t>
      </w:r>
      <w:r w:rsidR="00694EA8" w:rsidRPr="00694EA8">
        <w:rPr>
          <w:rFonts w:cs="Arial"/>
          <w:szCs w:val="28"/>
        </w:rPr>
        <w:t xml:space="preserve"> № </w:t>
      </w:r>
      <w:r w:rsidRPr="00694EA8">
        <w:rPr>
          <w:rFonts w:cs="Arial"/>
          <w:szCs w:val="28"/>
        </w:rPr>
        <w:t>1 - сельское поселение «</w:t>
      </w:r>
      <w:proofErr w:type="spellStart"/>
      <w:r w:rsidRPr="00694EA8">
        <w:rPr>
          <w:rFonts w:cs="Arial"/>
          <w:szCs w:val="28"/>
        </w:rPr>
        <w:t>Богомягковское</w:t>
      </w:r>
      <w:proofErr w:type="spellEnd"/>
      <w:r w:rsidRPr="00694EA8">
        <w:rPr>
          <w:rFonts w:cs="Arial"/>
          <w:szCs w:val="28"/>
        </w:rPr>
        <w:t>»:</w:t>
      </w:r>
    </w:p>
    <w:p w:rsidR="00694EA8" w:rsidRDefault="00412090" w:rsidP="00694EA8">
      <w:pPr>
        <w:suppressAutoHyphens/>
        <w:ind w:firstLine="709"/>
        <w:rPr>
          <w:rFonts w:cs="Arial"/>
          <w:szCs w:val="28"/>
        </w:rPr>
      </w:pPr>
      <w:r w:rsidRPr="00694EA8">
        <w:rPr>
          <w:rFonts w:cs="Arial"/>
          <w:szCs w:val="28"/>
        </w:rPr>
        <w:t xml:space="preserve">село </w:t>
      </w:r>
      <w:proofErr w:type="spellStart"/>
      <w:r w:rsidRPr="00694EA8">
        <w:rPr>
          <w:rFonts w:cs="Arial"/>
          <w:szCs w:val="28"/>
        </w:rPr>
        <w:t>Богомягково</w:t>
      </w:r>
      <w:proofErr w:type="spellEnd"/>
      <w:r w:rsidR="00C411AB" w:rsidRPr="00694EA8">
        <w:rPr>
          <w:rFonts w:cs="Arial"/>
          <w:szCs w:val="28"/>
        </w:rPr>
        <w:t xml:space="preserve"> дома и приусадебные участки</w:t>
      </w:r>
      <w:r w:rsidRPr="00694EA8">
        <w:rPr>
          <w:rFonts w:cs="Arial"/>
          <w:szCs w:val="28"/>
        </w:rPr>
        <w:t>:</w:t>
      </w:r>
    </w:p>
    <w:p w:rsidR="00694EA8" w:rsidRDefault="00412090" w:rsidP="00694EA8">
      <w:pPr>
        <w:suppressAutoHyphens/>
        <w:ind w:firstLine="709"/>
        <w:rPr>
          <w:rFonts w:cs="Arial"/>
          <w:szCs w:val="28"/>
        </w:rPr>
      </w:pPr>
      <w:r w:rsidRPr="00694EA8">
        <w:rPr>
          <w:rFonts w:cs="Arial"/>
          <w:szCs w:val="28"/>
        </w:rPr>
        <w:t>- улица Центральная</w:t>
      </w:r>
      <w:r w:rsidR="00E800BD" w:rsidRPr="00694EA8">
        <w:rPr>
          <w:rFonts w:cs="Arial"/>
          <w:szCs w:val="28"/>
        </w:rPr>
        <w:t>:</w:t>
      </w:r>
      <w:r w:rsidR="00694EA8">
        <w:rPr>
          <w:rFonts w:cs="Arial"/>
          <w:szCs w:val="28"/>
        </w:rPr>
        <w:t xml:space="preserve"> </w:t>
      </w:r>
      <w:r w:rsidR="00694EA8" w:rsidRPr="00694EA8">
        <w:rPr>
          <w:rFonts w:cs="Arial"/>
          <w:szCs w:val="28"/>
        </w:rPr>
        <w:t xml:space="preserve">№ </w:t>
      </w:r>
      <w:r w:rsidRPr="00694EA8">
        <w:rPr>
          <w:rFonts w:cs="Arial"/>
          <w:szCs w:val="28"/>
        </w:rPr>
        <w:t>1</w:t>
      </w:r>
      <w:r w:rsidR="00694EA8" w:rsidRPr="00694EA8">
        <w:rPr>
          <w:rFonts w:cs="Arial"/>
          <w:szCs w:val="28"/>
        </w:rPr>
        <w:t xml:space="preserve">, </w:t>
      </w:r>
      <w:r w:rsidRPr="00694EA8">
        <w:rPr>
          <w:rFonts w:cs="Arial"/>
          <w:szCs w:val="28"/>
        </w:rPr>
        <w:t>3</w:t>
      </w:r>
      <w:r w:rsidR="00694EA8" w:rsidRPr="00694EA8">
        <w:rPr>
          <w:rFonts w:cs="Arial"/>
          <w:szCs w:val="28"/>
        </w:rPr>
        <w:t xml:space="preserve">, </w:t>
      </w:r>
      <w:r w:rsidRPr="00694EA8">
        <w:rPr>
          <w:rFonts w:cs="Arial"/>
          <w:szCs w:val="28"/>
        </w:rPr>
        <w:t>4</w:t>
      </w:r>
      <w:r w:rsidR="00694EA8" w:rsidRPr="00694EA8">
        <w:rPr>
          <w:rFonts w:cs="Arial"/>
          <w:szCs w:val="28"/>
        </w:rPr>
        <w:t xml:space="preserve">, </w:t>
      </w:r>
      <w:r w:rsidRPr="00694EA8">
        <w:rPr>
          <w:rFonts w:cs="Arial"/>
          <w:szCs w:val="28"/>
        </w:rPr>
        <w:t>5</w:t>
      </w:r>
      <w:r w:rsidR="00694EA8" w:rsidRPr="00694EA8">
        <w:rPr>
          <w:rFonts w:cs="Arial"/>
          <w:szCs w:val="28"/>
        </w:rPr>
        <w:t xml:space="preserve">, </w:t>
      </w:r>
      <w:r w:rsidRPr="00694EA8">
        <w:rPr>
          <w:rFonts w:cs="Arial"/>
          <w:szCs w:val="28"/>
        </w:rPr>
        <w:t>6</w:t>
      </w:r>
      <w:r w:rsidR="00694EA8" w:rsidRPr="00694EA8">
        <w:rPr>
          <w:rFonts w:cs="Arial"/>
          <w:szCs w:val="28"/>
        </w:rPr>
        <w:t xml:space="preserve">, </w:t>
      </w:r>
      <w:r w:rsidRPr="00694EA8">
        <w:rPr>
          <w:rFonts w:cs="Arial"/>
          <w:szCs w:val="28"/>
        </w:rPr>
        <w:t>7</w:t>
      </w:r>
      <w:r w:rsidR="00694EA8" w:rsidRPr="00694EA8">
        <w:rPr>
          <w:rFonts w:cs="Arial"/>
          <w:szCs w:val="28"/>
        </w:rPr>
        <w:t xml:space="preserve">, </w:t>
      </w:r>
      <w:r w:rsidRPr="00694EA8">
        <w:rPr>
          <w:rFonts w:cs="Arial"/>
          <w:szCs w:val="28"/>
        </w:rPr>
        <w:t>9</w:t>
      </w:r>
      <w:r w:rsidR="00694EA8" w:rsidRPr="00694EA8">
        <w:rPr>
          <w:rFonts w:cs="Arial"/>
          <w:szCs w:val="28"/>
        </w:rPr>
        <w:t xml:space="preserve">, </w:t>
      </w:r>
      <w:r w:rsidRPr="00694EA8">
        <w:rPr>
          <w:rFonts w:cs="Arial"/>
          <w:szCs w:val="28"/>
        </w:rPr>
        <w:t>11</w:t>
      </w:r>
      <w:r w:rsidR="00694EA8" w:rsidRPr="00694EA8">
        <w:rPr>
          <w:rFonts w:cs="Arial"/>
          <w:szCs w:val="28"/>
        </w:rPr>
        <w:t xml:space="preserve">, </w:t>
      </w:r>
      <w:r w:rsidR="00C411AB" w:rsidRPr="00694EA8">
        <w:rPr>
          <w:rFonts w:cs="Arial"/>
          <w:szCs w:val="28"/>
        </w:rPr>
        <w:t>13</w:t>
      </w:r>
      <w:r w:rsidRPr="00694EA8">
        <w:rPr>
          <w:rFonts w:cs="Arial"/>
          <w:szCs w:val="28"/>
        </w:rPr>
        <w:t>;</w:t>
      </w:r>
    </w:p>
    <w:p w:rsidR="00412090" w:rsidRPr="00694EA8" w:rsidRDefault="00412090" w:rsidP="00694EA8">
      <w:pPr>
        <w:suppressAutoHyphens/>
        <w:ind w:firstLine="709"/>
        <w:rPr>
          <w:rFonts w:cs="Arial"/>
          <w:szCs w:val="28"/>
        </w:rPr>
      </w:pPr>
      <w:r w:rsidRPr="00694EA8">
        <w:rPr>
          <w:rFonts w:cs="Arial"/>
          <w:szCs w:val="28"/>
        </w:rPr>
        <w:t>- улица Набережная</w:t>
      </w:r>
      <w:r w:rsidR="00C411AB" w:rsidRPr="00694EA8">
        <w:rPr>
          <w:rFonts w:cs="Arial"/>
          <w:szCs w:val="28"/>
        </w:rPr>
        <w:t>:</w:t>
      </w:r>
      <w:r w:rsidR="00694EA8">
        <w:rPr>
          <w:rFonts w:cs="Arial"/>
          <w:szCs w:val="28"/>
        </w:rPr>
        <w:t xml:space="preserve"> </w:t>
      </w:r>
      <w:r w:rsidR="00694EA8" w:rsidRPr="00694EA8">
        <w:rPr>
          <w:rFonts w:cs="Arial"/>
          <w:szCs w:val="28"/>
        </w:rPr>
        <w:t xml:space="preserve">№ </w:t>
      </w:r>
      <w:r w:rsidRPr="00694EA8">
        <w:rPr>
          <w:rFonts w:cs="Arial"/>
          <w:szCs w:val="28"/>
        </w:rPr>
        <w:t>7;</w:t>
      </w:r>
    </w:p>
    <w:p w:rsidR="00694EA8" w:rsidRDefault="00412090" w:rsidP="00694EA8">
      <w:pPr>
        <w:suppressAutoHyphens/>
        <w:ind w:firstLine="709"/>
        <w:rPr>
          <w:rFonts w:cs="Arial"/>
          <w:szCs w:val="28"/>
        </w:rPr>
      </w:pPr>
      <w:r w:rsidRPr="00694EA8">
        <w:rPr>
          <w:rFonts w:cs="Arial"/>
          <w:szCs w:val="28"/>
        </w:rPr>
        <w:t>- улица Трудовая</w:t>
      </w:r>
      <w:r w:rsidR="00C13887" w:rsidRPr="00694EA8">
        <w:rPr>
          <w:rFonts w:cs="Arial"/>
          <w:szCs w:val="28"/>
        </w:rPr>
        <w:t>:</w:t>
      </w:r>
      <w:r w:rsidR="00694EA8">
        <w:rPr>
          <w:rFonts w:cs="Arial"/>
          <w:szCs w:val="28"/>
        </w:rPr>
        <w:t xml:space="preserve"> </w:t>
      </w:r>
      <w:r w:rsidR="00694EA8" w:rsidRPr="00694EA8">
        <w:rPr>
          <w:rFonts w:cs="Arial"/>
          <w:szCs w:val="28"/>
        </w:rPr>
        <w:t>№</w:t>
      </w:r>
      <w:r w:rsidR="00694EA8">
        <w:rPr>
          <w:rFonts w:cs="Arial"/>
          <w:szCs w:val="28"/>
        </w:rPr>
        <w:t xml:space="preserve"> </w:t>
      </w:r>
      <w:r w:rsidRPr="00694EA8">
        <w:rPr>
          <w:rFonts w:cs="Arial"/>
          <w:szCs w:val="28"/>
        </w:rPr>
        <w:t>3 кв.2</w:t>
      </w:r>
      <w:r w:rsidR="00694EA8" w:rsidRPr="00694EA8">
        <w:rPr>
          <w:rFonts w:cs="Arial"/>
          <w:szCs w:val="28"/>
        </w:rPr>
        <w:t>,</w:t>
      </w:r>
      <w:r w:rsidR="00694EA8">
        <w:rPr>
          <w:rFonts w:cs="Arial"/>
          <w:szCs w:val="28"/>
        </w:rPr>
        <w:t xml:space="preserve"> </w:t>
      </w:r>
      <w:r w:rsidRPr="00694EA8">
        <w:rPr>
          <w:rFonts w:cs="Arial"/>
          <w:szCs w:val="28"/>
        </w:rPr>
        <w:t>5;</w:t>
      </w:r>
    </w:p>
    <w:p w:rsidR="00694EA8" w:rsidRDefault="00412090" w:rsidP="00694EA8">
      <w:pPr>
        <w:suppressAutoHyphens/>
        <w:ind w:firstLine="709"/>
        <w:rPr>
          <w:rFonts w:cs="Arial"/>
          <w:szCs w:val="28"/>
        </w:rPr>
      </w:pPr>
      <w:r w:rsidRPr="00694EA8">
        <w:rPr>
          <w:rFonts w:cs="Arial"/>
          <w:szCs w:val="28"/>
        </w:rPr>
        <w:t>- переулок Озёрный</w:t>
      </w:r>
      <w:r w:rsidR="00C411AB" w:rsidRPr="00694EA8">
        <w:rPr>
          <w:rFonts w:cs="Arial"/>
          <w:szCs w:val="28"/>
        </w:rPr>
        <w:t>:</w:t>
      </w:r>
      <w:r w:rsidR="00694EA8">
        <w:rPr>
          <w:rFonts w:cs="Arial"/>
          <w:szCs w:val="28"/>
        </w:rPr>
        <w:t xml:space="preserve"> </w:t>
      </w:r>
      <w:r w:rsidR="00694EA8" w:rsidRPr="00694EA8">
        <w:rPr>
          <w:rFonts w:cs="Arial"/>
          <w:szCs w:val="28"/>
        </w:rPr>
        <w:t>№</w:t>
      </w:r>
      <w:r w:rsidR="00694EA8">
        <w:rPr>
          <w:rFonts w:cs="Arial"/>
          <w:szCs w:val="28"/>
        </w:rPr>
        <w:t xml:space="preserve"> </w:t>
      </w:r>
      <w:r w:rsidRPr="00694EA8">
        <w:rPr>
          <w:rFonts w:cs="Arial"/>
          <w:szCs w:val="28"/>
        </w:rPr>
        <w:t>1</w:t>
      </w:r>
      <w:r w:rsidR="00694EA8" w:rsidRPr="00694EA8">
        <w:rPr>
          <w:rFonts w:cs="Arial"/>
          <w:szCs w:val="28"/>
        </w:rPr>
        <w:t xml:space="preserve">, </w:t>
      </w:r>
      <w:r w:rsidR="00C411AB" w:rsidRPr="00694EA8">
        <w:rPr>
          <w:rFonts w:cs="Arial"/>
          <w:szCs w:val="28"/>
        </w:rPr>
        <w:t>4;</w:t>
      </w:r>
    </w:p>
    <w:p w:rsidR="00694EA8" w:rsidRDefault="00C411AB" w:rsidP="00694EA8">
      <w:pPr>
        <w:suppressAutoHyphens/>
        <w:ind w:firstLine="709"/>
        <w:rPr>
          <w:rFonts w:cs="Arial"/>
          <w:szCs w:val="28"/>
        </w:rPr>
      </w:pPr>
      <w:r w:rsidRPr="00694EA8">
        <w:rPr>
          <w:rFonts w:cs="Arial"/>
          <w:szCs w:val="28"/>
        </w:rPr>
        <w:t xml:space="preserve">- улица Г.П. </w:t>
      </w:r>
      <w:proofErr w:type="spellStart"/>
      <w:r w:rsidRPr="00694EA8">
        <w:rPr>
          <w:rFonts w:cs="Arial"/>
          <w:szCs w:val="28"/>
        </w:rPr>
        <w:t>Богомягкова</w:t>
      </w:r>
      <w:proofErr w:type="spellEnd"/>
      <w:r w:rsidRPr="00694EA8">
        <w:rPr>
          <w:rFonts w:cs="Arial"/>
          <w:szCs w:val="28"/>
        </w:rPr>
        <w:t>: 35кв.2;</w:t>
      </w:r>
    </w:p>
    <w:p w:rsidR="00694EA8" w:rsidRDefault="001B4A75" w:rsidP="00694EA8">
      <w:pPr>
        <w:suppressAutoHyphens/>
        <w:ind w:firstLine="709"/>
        <w:rPr>
          <w:rFonts w:cs="Arial"/>
          <w:szCs w:val="28"/>
        </w:rPr>
      </w:pPr>
      <w:r w:rsidRPr="00694EA8">
        <w:rPr>
          <w:rFonts w:cs="Arial"/>
          <w:szCs w:val="28"/>
        </w:rPr>
        <w:t xml:space="preserve">село Средняя Кия </w:t>
      </w:r>
      <w:r w:rsidR="00694EA8" w:rsidRPr="00694EA8">
        <w:rPr>
          <w:rFonts w:cs="Arial"/>
          <w:szCs w:val="28"/>
        </w:rPr>
        <w:t>-</w:t>
      </w:r>
      <w:r w:rsidRPr="00694EA8">
        <w:rPr>
          <w:rFonts w:cs="Arial"/>
          <w:szCs w:val="28"/>
        </w:rPr>
        <w:t xml:space="preserve"> водокачка по улицы Трудовая: 13.</w:t>
      </w:r>
    </w:p>
    <w:p w:rsidR="00694EA8" w:rsidRDefault="00412090" w:rsidP="00694EA8">
      <w:pPr>
        <w:suppressAutoHyphens/>
        <w:ind w:firstLine="709"/>
        <w:rPr>
          <w:rFonts w:cs="Arial"/>
          <w:szCs w:val="28"/>
        </w:rPr>
      </w:pPr>
      <w:r w:rsidRPr="00694EA8">
        <w:rPr>
          <w:rFonts w:cs="Arial"/>
          <w:szCs w:val="28"/>
        </w:rPr>
        <w:t>2.2. Зона</w:t>
      </w:r>
      <w:r w:rsidR="00694EA8">
        <w:rPr>
          <w:rFonts w:cs="Arial"/>
          <w:szCs w:val="28"/>
        </w:rPr>
        <w:t xml:space="preserve"> </w:t>
      </w:r>
      <w:r w:rsidR="00694EA8" w:rsidRPr="00694EA8">
        <w:rPr>
          <w:rFonts w:cs="Arial"/>
          <w:szCs w:val="28"/>
        </w:rPr>
        <w:t>№</w:t>
      </w:r>
      <w:r w:rsidR="00694EA8">
        <w:rPr>
          <w:rFonts w:cs="Arial"/>
          <w:szCs w:val="28"/>
        </w:rPr>
        <w:t xml:space="preserve"> </w:t>
      </w:r>
      <w:r w:rsidRPr="00694EA8">
        <w:rPr>
          <w:rFonts w:cs="Arial"/>
          <w:szCs w:val="28"/>
        </w:rPr>
        <w:t>2 - сельское поселение «</w:t>
      </w:r>
      <w:proofErr w:type="spellStart"/>
      <w:r w:rsidRPr="00694EA8">
        <w:rPr>
          <w:rFonts w:cs="Arial"/>
          <w:szCs w:val="28"/>
        </w:rPr>
        <w:t>Усть-Теленгуйское</w:t>
      </w:r>
      <w:proofErr w:type="spellEnd"/>
      <w:r w:rsidRPr="00694EA8">
        <w:rPr>
          <w:rFonts w:cs="Arial"/>
          <w:szCs w:val="28"/>
        </w:rPr>
        <w:t>»</w:t>
      </w:r>
      <w:r w:rsidR="00694EA8" w:rsidRPr="00694EA8">
        <w:rPr>
          <w:rFonts w:cs="Arial"/>
          <w:szCs w:val="28"/>
        </w:rPr>
        <w:t xml:space="preserve">, </w:t>
      </w:r>
    </w:p>
    <w:p w:rsidR="00694EA8" w:rsidRDefault="00412090" w:rsidP="00694EA8">
      <w:pPr>
        <w:suppressAutoHyphens/>
        <w:ind w:firstLine="709"/>
        <w:rPr>
          <w:rFonts w:cs="Arial"/>
          <w:szCs w:val="28"/>
        </w:rPr>
      </w:pPr>
      <w:r w:rsidRPr="00694EA8">
        <w:rPr>
          <w:rFonts w:cs="Arial"/>
          <w:szCs w:val="28"/>
        </w:rPr>
        <w:t xml:space="preserve">село </w:t>
      </w:r>
      <w:proofErr w:type="gramStart"/>
      <w:r w:rsidRPr="00694EA8">
        <w:rPr>
          <w:rFonts w:cs="Arial"/>
          <w:szCs w:val="28"/>
        </w:rPr>
        <w:t>Верхний</w:t>
      </w:r>
      <w:proofErr w:type="gramEnd"/>
      <w:r w:rsidRPr="00694EA8">
        <w:rPr>
          <w:rFonts w:cs="Arial"/>
          <w:szCs w:val="28"/>
        </w:rPr>
        <w:t xml:space="preserve"> </w:t>
      </w:r>
      <w:proofErr w:type="spellStart"/>
      <w:r w:rsidRPr="00694EA8">
        <w:rPr>
          <w:rFonts w:cs="Arial"/>
          <w:szCs w:val="28"/>
        </w:rPr>
        <w:t>Теленгуй</w:t>
      </w:r>
      <w:proofErr w:type="spellEnd"/>
      <w:r w:rsidR="00C411AB" w:rsidRPr="00694EA8">
        <w:rPr>
          <w:rFonts w:cs="Arial"/>
          <w:szCs w:val="28"/>
        </w:rPr>
        <w:t xml:space="preserve"> дома и приусадебные участки</w:t>
      </w:r>
      <w:r w:rsidRPr="00694EA8">
        <w:rPr>
          <w:rFonts w:cs="Arial"/>
          <w:szCs w:val="28"/>
        </w:rPr>
        <w:t>:</w:t>
      </w:r>
    </w:p>
    <w:p w:rsidR="00694EA8" w:rsidRDefault="000F59B3" w:rsidP="00694EA8">
      <w:pPr>
        <w:suppressAutoHyphens/>
        <w:ind w:firstLine="709"/>
        <w:rPr>
          <w:rFonts w:cs="Arial"/>
          <w:szCs w:val="28"/>
        </w:rPr>
      </w:pPr>
      <w:r w:rsidRPr="00694EA8">
        <w:rPr>
          <w:rFonts w:cs="Arial"/>
          <w:szCs w:val="28"/>
        </w:rPr>
        <w:t xml:space="preserve">- </w:t>
      </w:r>
      <w:r w:rsidR="00412090" w:rsidRPr="00694EA8">
        <w:rPr>
          <w:rFonts w:cs="Arial"/>
          <w:szCs w:val="28"/>
        </w:rPr>
        <w:t>улица Лесная:</w:t>
      </w:r>
      <w:r w:rsidR="00694EA8">
        <w:rPr>
          <w:rFonts w:cs="Arial"/>
          <w:szCs w:val="28"/>
        </w:rPr>
        <w:t xml:space="preserve"> </w:t>
      </w:r>
      <w:r w:rsidR="00694EA8" w:rsidRPr="00694EA8">
        <w:rPr>
          <w:rFonts w:cs="Arial"/>
          <w:szCs w:val="28"/>
        </w:rPr>
        <w:t>№</w:t>
      </w:r>
      <w:r w:rsidR="00694EA8">
        <w:rPr>
          <w:rFonts w:cs="Arial"/>
          <w:szCs w:val="28"/>
        </w:rPr>
        <w:t xml:space="preserve"> </w:t>
      </w:r>
      <w:r w:rsidR="00412090" w:rsidRPr="00694EA8">
        <w:rPr>
          <w:rFonts w:cs="Arial"/>
          <w:szCs w:val="28"/>
        </w:rPr>
        <w:t>36</w:t>
      </w:r>
      <w:r w:rsidR="00694EA8" w:rsidRPr="00694EA8">
        <w:rPr>
          <w:rFonts w:cs="Arial"/>
          <w:szCs w:val="28"/>
        </w:rPr>
        <w:t>,</w:t>
      </w:r>
      <w:r w:rsidR="00694EA8">
        <w:rPr>
          <w:rFonts w:cs="Arial"/>
          <w:szCs w:val="28"/>
        </w:rPr>
        <w:t xml:space="preserve"> </w:t>
      </w:r>
      <w:r w:rsidR="00412090" w:rsidRPr="00694EA8">
        <w:rPr>
          <w:rFonts w:cs="Arial"/>
          <w:szCs w:val="28"/>
        </w:rPr>
        <w:t>38</w:t>
      </w:r>
      <w:r w:rsidR="00694EA8" w:rsidRPr="00694EA8">
        <w:rPr>
          <w:rFonts w:cs="Arial"/>
          <w:szCs w:val="28"/>
        </w:rPr>
        <w:t>,</w:t>
      </w:r>
      <w:r w:rsidR="00694EA8">
        <w:rPr>
          <w:rFonts w:cs="Arial"/>
          <w:szCs w:val="28"/>
        </w:rPr>
        <w:t xml:space="preserve"> </w:t>
      </w:r>
      <w:r w:rsidR="00412090" w:rsidRPr="00694EA8">
        <w:rPr>
          <w:rFonts w:cs="Arial"/>
          <w:szCs w:val="28"/>
        </w:rPr>
        <w:t>40</w:t>
      </w:r>
      <w:r w:rsidR="00694EA8" w:rsidRPr="00694EA8">
        <w:rPr>
          <w:rFonts w:cs="Arial"/>
          <w:szCs w:val="28"/>
        </w:rPr>
        <w:t>,</w:t>
      </w:r>
      <w:r w:rsidR="00694EA8">
        <w:rPr>
          <w:rFonts w:cs="Arial"/>
          <w:szCs w:val="28"/>
        </w:rPr>
        <w:t xml:space="preserve"> </w:t>
      </w:r>
      <w:r w:rsidR="00412090" w:rsidRPr="00694EA8">
        <w:rPr>
          <w:rFonts w:cs="Arial"/>
          <w:szCs w:val="28"/>
        </w:rPr>
        <w:t>37</w:t>
      </w:r>
      <w:r w:rsidR="00694EA8" w:rsidRPr="00694EA8">
        <w:rPr>
          <w:rFonts w:cs="Arial"/>
          <w:szCs w:val="28"/>
        </w:rPr>
        <w:t>,</w:t>
      </w:r>
      <w:r w:rsidR="00694EA8">
        <w:rPr>
          <w:rFonts w:cs="Arial"/>
          <w:szCs w:val="28"/>
        </w:rPr>
        <w:t xml:space="preserve"> </w:t>
      </w:r>
      <w:r w:rsidR="00412090" w:rsidRPr="00694EA8">
        <w:rPr>
          <w:rFonts w:cs="Arial"/>
          <w:szCs w:val="28"/>
        </w:rPr>
        <w:t>55;</w:t>
      </w:r>
    </w:p>
    <w:p w:rsidR="00694EA8" w:rsidRDefault="00412090" w:rsidP="00694EA8">
      <w:pPr>
        <w:shd w:val="clear" w:color="auto" w:fill="FFFFFF"/>
        <w:suppressAutoHyphens/>
        <w:ind w:firstLine="709"/>
        <w:rPr>
          <w:rFonts w:cs="Arial"/>
          <w:szCs w:val="28"/>
        </w:rPr>
      </w:pPr>
      <w:r w:rsidRPr="00694EA8">
        <w:rPr>
          <w:rFonts w:cs="Arial"/>
          <w:szCs w:val="28"/>
        </w:rPr>
        <w:t>2.3. Зона</w:t>
      </w:r>
      <w:r w:rsidR="00694EA8">
        <w:rPr>
          <w:rFonts w:cs="Arial"/>
          <w:szCs w:val="28"/>
        </w:rPr>
        <w:t xml:space="preserve"> </w:t>
      </w:r>
      <w:r w:rsidR="00694EA8" w:rsidRPr="00694EA8">
        <w:rPr>
          <w:rFonts w:cs="Arial"/>
          <w:szCs w:val="28"/>
        </w:rPr>
        <w:t>№</w:t>
      </w:r>
      <w:r w:rsidR="00694EA8">
        <w:rPr>
          <w:rFonts w:cs="Arial"/>
          <w:szCs w:val="28"/>
        </w:rPr>
        <w:t xml:space="preserve"> </w:t>
      </w:r>
      <w:r w:rsidRPr="00694EA8">
        <w:rPr>
          <w:rFonts w:cs="Arial"/>
          <w:szCs w:val="28"/>
        </w:rPr>
        <w:t xml:space="preserve">3 </w:t>
      </w:r>
      <w:r w:rsidR="00694EA8" w:rsidRPr="00694EA8">
        <w:rPr>
          <w:rFonts w:cs="Arial"/>
          <w:szCs w:val="28"/>
        </w:rPr>
        <w:t>-</w:t>
      </w:r>
      <w:r w:rsidRPr="00694EA8">
        <w:rPr>
          <w:rFonts w:cs="Arial"/>
          <w:szCs w:val="28"/>
        </w:rPr>
        <w:t xml:space="preserve"> сельское поселение «</w:t>
      </w:r>
      <w:proofErr w:type="spellStart"/>
      <w:r w:rsidRPr="00694EA8">
        <w:rPr>
          <w:rFonts w:cs="Arial"/>
          <w:szCs w:val="28"/>
        </w:rPr>
        <w:t>Размахнинское</w:t>
      </w:r>
      <w:proofErr w:type="spellEnd"/>
      <w:r w:rsidRPr="00694EA8">
        <w:rPr>
          <w:rFonts w:cs="Arial"/>
          <w:szCs w:val="28"/>
        </w:rPr>
        <w:t>»</w:t>
      </w:r>
      <w:r w:rsidR="00694EA8" w:rsidRPr="00694EA8">
        <w:rPr>
          <w:rFonts w:cs="Arial"/>
          <w:szCs w:val="28"/>
        </w:rPr>
        <w:t xml:space="preserve">, </w:t>
      </w:r>
    </w:p>
    <w:p w:rsidR="00694EA8" w:rsidRDefault="00E800BD" w:rsidP="00694EA8">
      <w:pPr>
        <w:shd w:val="clear" w:color="auto" w:fill="FFFFFF"/>
        <w:suppressAutoHyphens/>
        <w:ind w:firstLine="709"/>
        <w:rPr>
          <w:rFonts w:cs="Arial"/>
          <w:szCs w:val="28"/>
        </w:rPr>
      </w:pPr>
      <w:r w:rsidRPr="00694EA8">
        <w:rPr>
          <w:rFonts w:cs="Arial"/>
          <w:szCs w:val="28"/>
        </w:rPr>
        <w:t xml:space="preserve">село </w:t>
      </w:r>
      <w:proofErr w:type="spellStart"/>
      <w:r w:rsidRPr="00694EA8">
        <w:rPr>
          <w:rFonts w:cs="Arial"/>
          <w:szCs w:val="28"/>
        </w:rPr>
        <w:t>Размахнино</w:t>
      </w:r>
      <w:proofErr w:type="spellEnd"/>
      <w:r w:rsidR="000F59B3" w:rsidRPr="00694EA8">
        <w:rPr>
          <w:rFonts w:cs="Arial"/>
          <w:szCs w:val="28"/>
        </w:rPr>
        <w:t xml:space="preserve"> дома и приусадебные участки:</w:t>
      </w:r>
    </w:p>
    <w:p w:rsidR="000F59B3" w:rsidRPr="00694EA8" w:rsidRDefault="000F59B3" w:rsidP="00694EA8">
      <w:pPr>
        <w:shd w:val="clear" w:color="auto" w:fill="FFFFFF"/>
        <w:suppressAutoHyphens/>
        <w:ind w:firstLine="709"/>
        <w:rPr>
          <w:rFonts w:cs="Arial"/>
          <w:szCs w:val="28"/>
        </w:rPr>
      </w:pPr>
      <w:r w:rsidRPr="00694EA8">
        <w:rPr>
          <w:rFonts w:cs="Arial"/>
          <w:szCs w:val="28"/>
        </w:rPr>
        <w:t xml:space="preserve">- </w:t>
      </w:r>
      <w:r w:rsidR="00E800BD" w:rsidRPr="00694EA8">
        <w:rPr>
          <w:rFonts w:cs="Arial"/>
          <w:szCs w:val="28"/>
        </w:rPr>
        <w:t>улица Заречная</w:t>
      </w:r>
      <w:r w:rsidR="00C13887" w:rsidRPr="00694EA8">
        <w:rPr>
          <w:rFonts w:cs="Arial"/>
          <w:szCs w:val="28"/>
        </w:rPr>
        <w:t>:</w:t>
      </w:r>
      <w:r w:rsidR="00694EA8">
        <w:rPr>
          <w:rFonts w:cs="Arial"/>
          <w:szCs w:val="28"/>
        </w:rPr>
        <w:t xml:space="preserve"> </w:t>
      </w:r>
      <w:r w:rsidR="00694EA8" w:rsidRPr="00694EA8">
        <w:rPr>
          <w:rFonts w:cs="Arial"/>
          <w:szCs w:val="28"/>
        </w:rPr>
        <w:t>№</w:t>
      </w:r>
      <w:r w:rsidR="00694EA8">
        <w:rPr>
          <w:rFonts w:cs="Arial"/>
          <w:szCs w:val="28"/>
        </w:rPr>
        <w:t xml:space="preserve"> </w:t>
      </w:r>
      <w:r w:rsidR="00D06758" w:rsidRPr="00694EA8">
        <w:rPr>
          <w:rFonts w:cs="Arial"/>
          <w:szCs w:val="28"/>
        </w:rPr>
        <w:t>12</w:t>
      </w:r>
      <w:r w:rsidR="00694EA8" w:rsidRPr="00694EA8">
        <w:rPr>
          <w:rFonts w:cs="Arial"/>
          <w:szCs w:val="28"/>
        </w:rPr>
        <w:t>,</w:t>
      </w:r>
      <w:r w:rsidR="00694EA8">
        <w:rPr>
          <w:rFonts w:cs="Arial"/>
          <w:szCs w:val="28"/>
        </w:rPr>
        <w:t xml:space="preserve"> </w:t>
      </w:r>
      <w:r w:rsidR="00D06758" w:rsidRPr="00694EA8">
        <w:rPr>
          <w:rFonts w:cs="Arial"/>
          <w:szCs w:val="28"/>
        </w:rPr>
        <w:t>1</w:t>
      </w:r>
      <w:r w:rsidR="00C13887" w:rsidRPr="00694EA8">
        <w:rPr>
          <w:rFonts w:cs="Arial"/>
          <w:szCs w:val="28"/>
        </w:rPr>
        <w:t>4</w:t>
      </w:r>
      <w:r w:rsidR="00694EA8" w:rsidRPr="00694EA8">
        <w:rPr>
          <w:rFonts w:cs="Arial"/>
          <w:szCs w:val="28"/>
        </w:rPr>
        <w:t>,</w:t>
      </w:r>
      <w:r w:rsidR="00694EA8">
        <w:rPr>
          <w:rFonts w:cs="Arial"/>
          <w:szCs w:val="28"/>
        </w:rPr>
        <w:t xml:space="preserve"> </w:t>
      </w:r>
      <w:r w:rsidR="001B4A75" w:rsidRPr="00694EA8">
        <w:rPr>
          <w:rFonts w:cs="Arial"/>
          <w:szCs w:val="28"/>
        </w:rPr>
        <w:t>18</w:t>
      </w:r>
      <w:r w:rsidR="00694EA8" w:rsidRPr="00694EA8">
        <w:rPr>
          <w:rFonts w:cs="Arial"/>
          <w:szCs w:val="28"/>
        </w:rPr>
        <w:t>,</w:t>
      </w:r>
      <w:r w:rsidR="00694EA8">
        <w:rPr>
          <w:rFonts w:cs="Arial"/>
          <w:szCs w:val="28"/>
        </w:rPr>
        <w:t xml:space="preserve"> </w:t>
      </w:r>
      <w:r w:rsidR="001B4A75" w:rsidRPr="00694EA8">
        <w:rPr>
          <w:rFonts w:cs="Arial"/>
          <w:szCs w:val="28"/>
        </w:rPr>
        <w:t>16</w:t>
      </w:r>
      <w:r w:rsidR="00694EA8" w:rsidRPr="00694EA8">
        <w:rPr>
          <w:rFonts w:cs="Arial"/>
          <w:szCs w:val="28"/>
        </w:rPr>
        <w:t>,</w:t>
      </w:r>
      <w:r w:rsidR="00694EA8">
        <w:rPr>
          <w:rFonts w:cs="Arial"/>
          <w:szCs w:val="28"/>
        </w:rPr>
        <w:t xml:space="preserve"> </w:t>
      </w:r>
      <w:r w:rsidR="001B4A75" w:rsidRPr="00694EA8">
        <w:rPr>
          <w:rFonts w:cs="Arial"/>
          <w:szCs w:val="28"/>
        </w:rPr>
        <w:t>22</w:t>
      </w:r>
      <w:r w:rsidR="00694EA8" w:rsidRPr="00694EA8">
        <w:rPr>
          <w:rFonts w:cs="Arial"/>
          <w:szCs w:val="28"/>
        </w:rPr>
        <w:t>,</w:t>
      </w:r>
      <w:r w:rsidR="00694EA8">
        <w:rPr>
          <w:rFonts w:cs="Arial"/>
          <w:szCs w:val="28"/>
        </w:rPr>
        <w:t xml:space="preserve"> </w:t>
      </w:r>
      <w:r w:rsidR="00C13887" w:rsidRPr="00694EA8">
        <w:rPr>
          <w:rFonts w:cs="Arial"/>
          <w:szCs w:val="28"/>
        </w:rPr>
        <w:t>35</w:t>
      </w:r>
      <w:r w:rsidR="00694EA8" w:rsidRPr="00694EA8">
        <w:rPr>
          <w:rFonts w:cs="Arial"/>
          <w:szCs w:val="28"/>
        </w:rPr>
        <w:t>,</w:t>
      </w:r>
      <w:r w:rsidR="00694EA8">
        <w:rPr>
          <w:rFonts w:cs="Arial"/>
          <w:szCs w:val="28"/>
        </w:rPr>
        <w:t xml:space="preserve"> </w:t>
      </w:r>
      <w:r w:rsidR="00C13887" w:rsidRPr="00694EA8">
        <w:rPr>
          <w:rFonts w:cs="Arial"/>
          <w:szCs w:val="28"/>
        </w:rPr>
        <w:t>37</w:t>
      </w:r>
      <w:r w:rsidR="00694EA8" w:rsidRPr="00694EA8">
        <w:rPr>
          <w:rFonts w:cs="Arial"/>
          <w:szCs w:val="28"/>
        </w:rPr>
        <w:t>,</w:t>
      </w:r>
      <w:r w:rsidR="00694EA8">
        <w:rPr>
          <w:rFonts w:cs="Arial"/>
          <w:szCs w:val="28"/>
        </w:rPr>
        <w:t xml:space="preserve"> </w:t>
      </w:r>
      <w:r w:rsidR="00C13887" w:rsidRPr="00694EA8">
        <w:rPr>
          <w:rFonts w:cs="Arial"/>
          <w:szCs w:val="28"/>
        </w:rPr>
        <w:t>39</w:t>
      </w:r>
      <w:r w:rsidR="00D06758" w:rsidRPr="00694EA8">
        <w:rPr>
          <w:rFonts w:cs="Arial"/>
          <w:szCs w:val="28"/>
        </w:rPr>
        <w:t>;</w:t>
      </w:r>
    </w:p>
    <w:p w:rsidR="000060AE" w:rsidRPr="00694EA8" w:rsidRDefault="000F59B3" w:rsidP="00694EA8">
      <w:pPr>
        <w:shd w:val="clear" w:color="auto" w:fill="FFFFFF"/>
        <w:suppressAutoHyphens/>
        <w:ind w:firstLine="709"/>
        <w:rPr>
          <w:rFonts w:cs="Arial"/>
          <w:szCs w:val="28"/>
        </w:rPr>
      </w:pPr>
      <w:r w:rsidRPr="00694EA8">
        <w:rPr>
          <w:rFonts w:cs="Arial"/>
          <w:szCs w:val="28"/>
        </w:rPr>
        <w:t xml:space="preserve">- улица </w:t>
      </w:r>
      <w:proofErr w:type="spellStart"/>
      <w:r w:rsidR="00BA72D2" w:rsidRPr="00694EA8">
        <w:rPr>
          <w:rFonts w:cs="Arial"/>
          <w:szCs w:val="28"/>
        </w:rPr>
        <w:t>Ингодинская</w:t>
      </w:r>
      <w:proofErr w:type="spellEnd"/>
      <w:r w:rsidR="00BA72D2" w:rsidRPr="00694EA8">
        <w:rPr>
          <w:rFonts w:cs="Arial"/>
          <w:szCs w:val="28"/>
        </w:rPr>
        <w:t>:</w:t>
      </w:r>
      <w:r w:rsidR="00694EA8">
        <w:rPr>
          <w:rFonts w:cs="Arial"/>
          <w:szCs w:val="28"/>
        </w:rPr>
        <w:t xml:space="preserve"> </w:t>
      </w:r>
      <w:r w:rsidR="00694EA8" w:rsidRPr="00694EA8">
        <w:rPr>
          <w:rFonts w:cs="Arial"/>
          <w:szCs w:val="28"/>
        </w:rPr>
        <w:t>№</w:t>
      </w:r>
      <w:r w:rsidR="00694EA8">
        <w:rPr>
          <w:rFonts w:cs="Arial"/>
          <w:szCs w:val="28"/>
        </w:rPr>
        <w:t xml:space="preserve"> </w:t>
      </w:r>
      <w:r w:rsidR="00BA72D2" w:rsidRPr="00694EA8">
        <w:rPr>
          <w:rFonts w:cs="Arial"/>
          <w:szCs w:val="28"/>
        </w:rPr>
        <w:t>91;</w:t>
      </w:r>
    </w:p>
    <w:p w:rsidR="00694EA8" w:rsidRDefault="000060AE" w:rsidP="00694EA8">
      <w:pPr>
        <w:shd w:val="clear" w:color="auto" w:fill="FFFFFF"/>
        <w:suppressAutoHyphens/>
        <w:ind w:firstLine="709"/>
        <w:rPr>
          <w:rFonts w:cs="Arial"/>
          <w:szCs w:val="28"/>
        </w:rPr>
      </w:pPr>
      <w:r w:rsidRPr="00694EA8">
        <w:rPr>
          <w:rFonts w:cs="Arial"/>
          <w:szCs w:val="28"/>
        </w:rPr>
        <w:lastRenderedPageBreak/>
        <w:t>- улица Геологическая:</w:t>
      </w:r>
      <w:r w:rsidR="00694EA8">
        <w:rPr>
          <w:rFonts w:cs="Arial"/>
          <w:szCs w:val="28"/>
        </w:rPr>
        <w:t xml:space="preserve"> </w:t>
      </w:r>
      <w:r w:rsidR="00694EA8" w:rsidRPr="00694EA8">
        <w:rPr>
          <w:rFonts w:cs="Arial"/>
          <w:szCs w:val="28"/>
        </w:rPr>
        <w:t xml:space="preserve">№ </w:t>
      </w:r>
      <w:r w:rsidRPr="00694EA8">
        <w:rPr>
          <w:rFonts w:cs="Arial"/>
          <w:szCs w:val="28"/>
        </w:rPr>
        <w:t>1;</w:t>
      </w:r>
    </w:p>
    <w:p w:rsidR="003B32AD" w:rsidRPr="00694EA8" w:rsidRDefault="003B32AD" w:rsidP="00694EA8">
      <w:pPr>
        <w:shd w:val="clear" w:color="auto" w:fill="FFFFFF"/>
        <w:suppressAutoHyphens/>
        <w:ind w:firstLine="709"/>
        <w:rPr>
          <w:rFonts w:cs="Arial"/>
          <w:szCs w:val="28"/>
        </w:rPr>
      </w:pPr>
      <w:r w:rsidRPr="00694EA8">
        <w:rPr>
          <w:rFonts w:cs="Arial"/>
          <w:szCs w:val="28"/>
        </w:rPr>
        <w:t>2.4. Зона</w:t>
      </w:r>
      <w:r w:rsidR="00694EA8">
        <w:rPr>
          <w:rFonts w:cs="Arial"/>
          <w:szCs w:val="28"/>
        </w:rPr>
        <w:t xml:space="preserve"> </w:t>
      </w:r>
      <w:r w:rsidR="00694EA8" w:rsidRPr="00694EA8">
        <w:rPr>
          <w:rFonts w:cs="Arial"/>
          <w:szCs w:val="28"/>
        </w:rPr>
        <w:t>№</w:t>
      </w:r>
      <w:r w:rsidR="00694EA8">
        <w:rPr>
          <w:rFonts w:cs="Arial"/>
          <w:szCs w:val="28"/>
        </w:rPr>
        <w:t xml:space="preserve"> </w:t>
      </w:r>
      <w:r w:rsidRPr="00694EA8">
        <w:rPr>
          <w:rFonts w:cs="Arial"/>
          <w:szCs w:val="28"/>
        </w:rPr>
        <w:t xml:space="preserve">4 дорога муниципального значения «подъезд к селу </w:t>
      </w:r>
      <w:proofErr w:type="spellStart"/>
      <w:r w:rsidRPr="00694EA8">
        <w:rPr>
          <w:rFonts w:cs="Arial"/>
          <w:szCs w:val="28"/>
        </w:rPr>
        <w:t>Кыэкен</w:t>
      </w:r>
      <w:proofErr w:type="spellEnd"/>
      <w:r w:rsidRPr="00694EA8">
        <w:rPr>
          <w:rFonts w:cs="Arial"/>
          <w:szCs w:val="28"/>
        </w:rPr>
        <w:t>»</w:t>
      </w:r>
      <w:r w:rsidR="00694EA8" w:rsidRPr="00694EA8">
        <w:rPr>
          <w:rFonts w:cs="Arial"/>
          <w:szCs w:val="28"/>
        </w:rPr>
        <w:t>,</w:t>
      </w:r>
      <w:r w:rsidR="00694EA8">
        <w:rPr>
          <w:rFonts w:cs="Arial"/>
          <w:szCs w:val="28"/>
        </w:rPr>
        <w:t xml:space="preserve"> </w:t>
      </w:r>
      <w:r w:rsidRPr="00694EA8">
        <w:rPr>
          <w:rFonts w:cs="Arial"/>
          <w:szCs w:val="28"/>
        </w:rPr>
        <w:t>идентификационный</w:t>
      </w:r>
      <w:r w:rsidR="00694EA8">
        <w:rPr>
          <w:rFonts w:cs="Arial"/>
          <w:szCs w:val="28"/>
        </w:rPr>
        <w:t xml:space="preserve"> </w:t>
      </w:r>
      <w:r w:rsidR="00694EA8" w:rsidRPr="00694EA8">
        <w:rPr>
          <w:rFonts w:cs="Arial"/>
          <w:szCs w:val="28"/>
        </w:rPr>
        <w:t>№</w:t>
      </w:r>
      <w:r w:rsidR="00694EA8">
        <w:rPr>
          <w:rFonts w:cs="Arial"/>
          <w:szCs w:val="28"/>
        </w:rPr>
        <w:t xml:space="preserve"> </w:t>
      </w:r>
      <w:r w:rsidRPr="00694EA8">
        <w:rPr>
          <w:rFonts w:cs="Arial"/>
          <w:szCs w:val="28"/>
        </w:rPr>
        <w:t>76254ОПМР-14;</w:t>
      </w:r>
    </w:p>
    <w:p w:rsidR="003B32AD" w:rsidRPr="00694EA8" w:rsidRDefault="003B32AD" w:rsidP="00694EA8">
      <w:pPr>
        <w:shd w:val="clear" w:color="auto" w:fill="FFFFFF"/>
        <w:suppressAutoHyphens/>
        <w:ind w:firstLine="709"/>
        <w:rPr>
          <w:rFonts w:cs="Arial"/>
          <w:szCs w:val="28"/>
        </w:rPr>
      </w:pPr>
      <w:r w:rsidRPr="00694EA8">
        <w:rPr>
          <w:rFonts w:cs="Arial"/>
          <w:szCs w:val="28"/>
        </w:rPr>
        <w:t>2.5. Зона</w:t>
      </w:r>
      <w:r w:rsidR="00694EA8">
        <w:rPr>
          <w:rFonts w:cs="Arial"/>
          <w:szCs w:val="28"/>
        </w:rPr>
        <w:t xml:space="preserve"> </w:t>
      </w:r>
      <w:r w:rsidR="00694EA8" w:rsidRPr="00694EA8">
        <w:rPr>
          <w:rFonts w:cs="Arial"/>
          <w:szCs w:val="28"/>
        </w:rPr>
        <w:t>№</w:t>
      </w:r>
      <w:r w:rsidR="00694EA8">
        <w:rPr>
          <w:rFonts w:cs="Arial"/>
          <w:szCs w:val="28"/>
        </w:rPr>
        <w:t xml:space="preserve"> </w:t>
      </w:r>
      <w:r w:rsidRPr="00694EA8">
        <w:rPr>
          <w:rFonts w:cs="Arial"/>
          <w:szCs w:val="28"/>
        </w:rPr>
        <w:t>5 дорога муниципального значения «</w:t>
      </w:r>
      <w:proofErr w:type="spellStart"/>
      <w:r w:rsidRPr="00694EA8">
        <w:rPr>
          <w:rFonts w:cs="Arial"/>
          <w:szCs w:val="28"/>
        </w:rPr>
        <w:t>Богомягково</w:t>
      </w:r>
      <w:proofErr w:type="spellEnd"/>
      <w:r w:rsidRPr="00694EA8">
        <w:rPr>
          <w:rFonts w:cs="Arial"/>
          <w:szCs w:val="28"/>
        </w:rPr>
        <w:t xml:space="preserve"> </w:t>
      </w:r>
      <w:r w:rsidR="00694EA8" w:rsidRPr="00694EA8">
        <w:rPr>
          <w:rFonts w:cs="Arial"/>
          <w:szCs w:val="28"/>
        </w:rPr>
        <w:t>-</w:t>
      </w:r>
      <w:r w:rsidRPr="00694EA8">
        <w:rPr>
          <w:rFonts w:cs="Arial"/>
          <w:szCs w:val="28"/>
        </w:rPr>
        <w:t xml:space="preserve"> Верхняя Хила </w:t>
      </w:r>
      <w:r w:rsidR="00694EA8" w:rsidRPr="00694EA8">
        <w:rPr>
          <w:rFonts w:cs="Arial"/>
          <w:szCs w:val="28"/>
        </w:rPr>
        <w:t>-</w:t>
      </w:r>
      <w:r w:rsidRPr="00694EA8">
        <w:rPr>
          <w:rFonts w:cs="Arial"/>
          <w:szCs w:val="28"/>
        </w:rPr>
        <w:t xml:space="preserve"> Островки»</w:t>
      </w:r>
      <w:r w:rsidR="00694EA8" w:rsidRPr="00694EA8">
        <w:rPr>
          <w:rFonts w:cs="Arial"/>
          <w:szCs w:val="28"/>
        </w:rPr>
        <w:t>,</w:t>
      </w:r>
      <w:r w:rsidR="00694EA8">
        <w:rPr>
          <w:rFonts w:cs="Arial"/>
          <w:szCs w:val="28"/>
        </w:rPr>
        <w:t xml:space="preserve"> </w:t>
      </w:r>
      <w:proofErr w:type="gramStart"/>
      <w:r w:rsidRPr="00694EA8">
        <w:rPr>
          <w:rFonts w:cs="Arial"/>
          <w:szCs w:val="28"/>
        </w:rPr>
        <w:t>идентификационный</w:t>
      </w:r>
      <w:proofErr w:type="gramEnd"/>
      <w:r w:rsidR="00694EA8">
        <w:rPr>
          <w:rFonts w:cs="Arial"/>
          <w:szCs w:val="28"/>
        </w:rPr>
        <w:t xml:space="preserve"> </w:t>
      </w:r>
      <w:r w:rsidR="00694EA8" w:rsidRPr="00694EA8">
        <w:rPr>
          <w:rFonts w:cs="Arial"/>
          <w:szCs w:val="28"/>
        </w:rPr>
        <w:t>№</w:t>
      </w:r>
      <w:r w:rsidR="00694EA8">
        <w:rPr>
          <w:rFonts w:cs="Arial"/>
          <w:szCs w:val="28"/>
        </w:rPr>
        <w:t xml:space="preserve"> </w:t>
      </w:r>
      <w:r w:rsidRPr="00694EA8">
        <w:rPr>
          <w:rFonts w:cs="Arial"/>
          <w:szCs w:val="28"/>
        </w:rPr>
        <w:t>76254ОПМР-17;</w:t>
      </w:r>
    </w:p>
    <w:p w:rsidR="003B32AD" w:rsidRPr="00694EA8" w:rsidRDefault="003B32AD" w:rsidP="00694EA8">
      <w:pPr>
        <w:shd w:val="clear" w:color="auto" w:fill="FFFFFF"/>
        <w:suppressAutoHyphens/>
        <w:ind w:firstLine="709"/>
        <w:rPr>
          <w:rFonts w:cs="Arial"/>
          <w:szCs w:val="28"/>
        </w:rPr>
      </w:pPr>
      <w:r w:rsidRPr="00694EA8">
        <w:rPr>
          <w:rFonts w:cs="Arial"/>
          <w:szCs w:val="28"/>
        </w:rPr>
        <w:t>2.6. Зона</w:t>
      </w:r>
      <w:r w:rsidR="00694EA8">
        <w:rPr>
          <w:rFonts w:cs="Arial"/>
          <w:szCs w:val="28"/>
        </w:rPr>
        <w:t xml:space="preserve"> </w:t>
      </w:r>
      <w:r w:rsidR="00694EA8" w:rsidRPr="00694EA8">
        <w:rPr>
          <w:rFonts w:cs="Arial"/>
          <w:szCs w:val="28"/>
        </w:rPr>
        <w:t>№</w:t>
      </w:r>
      <w:r w:rsidR="00694EA8">
        <w:rPr>
          <w:rFonts w:cs="Arial"/>
          <w:szCs w:val="28"/>
        </w:rPr>
        <w:t xml:space="preserve"> </w:t>
      </w:r>
      <w:r w:rsidRPr="00694EA8">
        <w:rPr>
          <w:rFonts w:cs="Arial"/>
          <w:szCs w:val="28"/>
        </w:rPr>
        <w:t>6</w:t>
      </w:r>
      <w:r w:rsidR="00694EA8">
        <w:rPr>
          <w:rFonts w:cs="Arial"/>
          <w:szCs w:val="28"/>
        </w:rPr>
        <w:t xml:space="preserve"> </w:t>
      </w:r>
      <w:r w:rsidRPr="00694EA8">
        <w:rPr>
          <w:rFonts w:cs="Arial"/>
          <w:szCs w:val="28"/>
        </w:rPr>
        <w:t xml:space="preserve">дорога муниципального значения «подъезд к селу </w:t>
      </w:r>
      <w:proofErr w:type="spellStart"/>
      <w:r w:rsidRPr="00694EA8">
        <w:rPr>
          <w:rFonts w:cs="Arial"/>
          <w:szCs w:val="28"/>
        </w:rPr>
        <w:t>Байцетуй</w:t>
      </w:r>
      <w:proofErr w:type="spellEnd"/>
      <w:r w:rsidRPr="00694EA8">
        <w:rPr>
          <w:rFonts w:cs="Arial"/>
          <w:szCs w:val="28"/>
        </w:rPr>
        <w:t>» идентификационный</w:t>
      </w:r>
      <w:r w:rsidR="00694EA8">
        <w:rPr>
          <w:rFonts w:cs="Arial"/>
          <w:szCs w:val="28"/>
        </w:rPr>
        <w:t xml:space="preserve"> </w:t>
      </w:r>
      <w:r w:rsidR="00694EA8" w:rsidRPr="00694EA8">
        <w:rPr>
          <w:rFonts w:cs="Arial"/>
          <w:szCs w:val="28"/>
        </w:rPr>
        <w:t>№</w:t>
      </w:r>
      <w:r w:rsidR="00694EA8">
        <w:rPr>
          <w:rFonts w:cs="Arial"/>
          <w:szCs w:val="28"/>
        </w:rPr>
        <w:t xml:space="preserve"> </w:t>
      </w:r>
      <w:r w:rsidRPr="00694EA8">
        <w:rPr>
          <w:rFonts w:cs="Arial"/>
          <w:szCs w:val="28"/>
        </w:rPr>
        <w:t>76254ОПМР-03;</w:t>
      </w:r>
    </w:p>
    <w:p w:rsidR="00BA72D2" w:rsidRPr="00694EA8" w:rsidRDefault="003B32AD" w:rsidP="00694EA8">
      <w:pPr>
        <w:shd w:val="clear" w:color="auto" w:fill="FFFFFF"/>
        <w:suppressAutoHyphens/>
        <w:ind w:firstLine="709"/>
        <w:rPr>
          <w:rFonts w:cs="Arial"/>
          <w:szCs w:val="28"/>
        </w:rPr>
      </w:pPr>
      <w:r w:rsidRPr="00694EA8">
        <w:rPr>
          <w:rFonts w:cs="Arial"/>
          <w:szCs w:val="28"/>
        </w:rPr>
        <w:t>2.7. Зона</w:t>
      </w:r>
      <w:r w:rsidR="00694EA8">
        <w:rPr>
          <w:rFonts w:cs="Arial"/>
          <w:szCs w:val="28"/>
        </w:rPr>
        <w:t xml:space="preserve"> </w:t>
      </w:r>
      <w:r w:rsidR="00694EA8" w:rsidRPr="00694EA8">
        <w:rPr>
          <w:rFonts w:cs="Arial"/>
          <w:szCs w:val="28"/>
        </w:rPr>
        <w:t>№</w:t>
      </w:r>
      <w:r w:rsidR="00694EA8">
        <w:rPr>
          <w:rFonts w:cs="Arial"/>
          <w:szCs w:val="28"/>
        </w:rPr>
        <w:t xml:space="preserve"> </w:t>
      </w:r>
      <w:r w:rsidRPr="00694EA8">
        <w:rPr>
          <w:rFonts w:cs="Arial"/>
          <w:szCs w:val="28"/>
        </w:rPr>
        <w:t>7 дорога муниципального значения «</w:t>
      </w:r>
      <w:proofErr w:type="spellStart"/>
      <w:r w:rsidRPr="00694EA8">
        <w:rPr>
          <w:rFonts w:cs="Arial"/>
          <w:szCs w:val="28"/>
        </w:rPr>
        <w:t>Шиванда</w:t>
      </w:r>
      <w:r w:rsidR="00694EA8" w:rsidRPr="00694EA8">
        <w:rPr>
          <w:rFonts w:cs="Arial"/>
          <w:szCs w:val="28"/>
        </w:rPr>
        <w:t>-</w:t>
      </w:r>
      <w:r w:rsidRPr="00694EA8">
        <w:rPr>
          <w:rFonts w:cs="Arial"/>
          <w:szCs w:val="28"/>
        </w:rPr>
        <w:t>Уненкер</w:t>
      </w:r>
      <w:proofErr w:type="spellEnd"/>
      <w:r w:rsidRPr="00694EA8">
        <w:rPr>
          <w:rFonts w:cs="Arial"/>
          <w:szCs w:val="28"/>
        </w:rPr>
        <w:t xml:space="preserve">» </w:t>
      </w:r>
      <w:proofErr w:type="gramStart"/>
      <w:r w:rsidRPr="00694EA8">
        <w:rPr>
          <w:rFonts w:cs="Arial"/>
          <w:szCs w:val="28"/>
        </w:rPr>
        <w:t>идентификационный</w:t>
      </w:r>
      <w:proofErr w:type="gramEnd"/>
      <w:r w:rsidR="00694EA8">
        <w:rPr>
          <w:rFonts w:cs="Arial"/>
          <w:szCs w:val="28"/>
        </w:rPr>
        <w:t xml:space="preserve"> </w:t>
      </w:r>
      <w:r w:rsidR="00694EA8" w:rsidRPr="00694EA8">
        <w:rPr>
          <w:rFonts w:cs="Arial"/>
          <w:szCs w:val="28"/>
        </w:rPr>
        <w:t>№</w:t>
      </w:r>
      <w:r w:rsidR="00694EA8">
        <w:rPr>
          <w:rFonts w:cs="Arial"/>
          <w:szCs w:val="28"/>
        </w:rPr>
        <w:t xml:space="preserve"> </w:t>
      </w:r>
      <w:r w:rsidRPr="00694EA8">
        <w:rPr>
          <w:rFonts w:cs="Arial"/>
          <w:szCs w:val="28"/>
        </w:rPr>
        <w:t>76254ОПМР-23</w:t>
      </w:r>
      <w:r w:rsidR="009F141C" w:rsidRPr="00694EA8">
        <w:rPr>
          <w:rFonts w:cs="Arial"/>
          <w:szCs w:val="28"/>
        </w:rPr>
        <w:t>.</w:t>
      </w:r>
    </w:p>
    <w:p w:rsidR="00694EA8" w:rsidRDefault="00BA72D2" w:rsidP="00694EA8">
      <w:pPr>
        <w:shd w:val="clear" w:color="auto" w:fill="FFFFFF"/>
        <w:suppressAutoHyphens/>
        <w:ind w:firstLine="709"/>
        <w:rPr>
          <w:rFonts w:cs="Arial"/>
          <w:szCs w:val="28"/>
        </w:rPr>
      </w:pPr>
      <w:r w:rsidRPr="00694EA8">
        <w:rPr>
          <w:rFonts w:cs="Arial"/>
          <w:szCs w:val="28"/>
        </w:rPr>
        <w:t>2.8. Зона</w:t>
      </w:r>
      <w:r w:rsidR="00694EA8">
        <w:rPr>
          <w:rFonts w:cs="Arial"/>
          <w:szCs w:val="28"/>
        </w:rPr>
        <w:t xml:space="preserve"> </w:t>
      </w:r>
      <w:r w:rsidR="00694EA8" w:rsidRPr="00694EA8">
        <w:rPr>
          <w:rFonts w:cs="Arial"/>
          <w:szCs w:val="28"/>
        </w:rPr>
        <w:t>№</w:t>
      </w:r>
      <w:r w:rsidR="00694EA8">
        <w:rPr>
          <w:rFonts w:cs="Arial"/>
          <w:szCs w:val="28"/>
        </w:rPr>
        <w:t xml:space="preserve"> </w:t>
      </w:r>
      <w:r w:rsidRPr="00694EA8">
        <w:rPr>
          <w:rFonts w:cs="Arial"/>
          <w:szCs w:val="28"/>
        </w:rPr>
        <w:t>8 сельское поселение «</w:t>
      </w:r>
      <w:proofErr w:type="spellStart"/>
      <w:r w:rsidRPr="00694EA8">
        <w:rPr>
          <w:rFonts w:cs="Arial"/>
          <w:szCs w:val="28"/>
        </w:rPr>
        <w:t>Галкинское</w:t>
      </w:r>
      <w:proofErr w:type="spellEnd"/>
      <w:r w:rsidR="009F141C" w:rsidRPr="00694EA8">
        <w:rPr>
          <w:rFonts w:cs="Arial"/>
          <w:szCs w:val="28"/>
        </w:rPr>
        <w:t>»</w:t>
      </w:r>
      <w:r w:rsidR="00694EA8" w:rsidRPr="00694EA8">
        <w:rPr>
          <w:rFonts w:cs="Arial"/>
          <w:szCs w:val="28"/>
        </w:rPr>
        <w:t xml:space="preserve">, </w:t>
      </w:r>
    </w:p>
    <w:p w:rsidR="00694EA8" w:rsidRDefault="00BA72D2" w:rsidP="00694EA8">
      <w:pPr>
        <w:suppressAutoHyphens/>
        <w:ind w:firstLine="709"/>
        <w:rPr>
          <w:rFonts w:cs="Arial"/>
          <w:szCs w:val="28"/>
        </w:rPr>
      </w:pPr>
      <w:r w:rsidRPr="00694EA8">
        <w:rPr>
          <w:rFonts w:cs="Arial"/>
          <w:szCs w:val="28"/>
        </w:rPr>
        <w:t xml:space="preserve">село </w:t>
      </w:r>
      <w:proofErr w:type="spellStart"/>
      <w:r w:rsidRPr="00694EA8">
        <w:rPr>
          <w:rFonts w:cs="Arial"/>
          <w:szCs w:val="28"/>
        </w:rPr>
        <w:t>Зубарево</w:t>
      </w:r>
      <w:proofErr w:type="spellEnd"/>
      <w:r w:rsidRPr="00694EA8">
        <w:rPr>
          <w:rFonts w:cs="Arial"/>
          <w:szCs w:val="28"/>
        </w:rPr>
        <w:t xml:space="preserve"> дома и приусадебные участки:</w:t>
      </w:r>
    </w:p>
    <w:p w:rsidR="00BA72D2" w:rsidRPr="00694EA8" w:rsidRDefault="00BA72D2" w:rsidP="00694EA8">
      <w:pPr>
        <w:suppressAutoHyphens/>
        <w:ind w:firstLine="709"/>
        <w:rPr>
          <w:rFonts w:cs="Arial"/>
          <w:szCs w:val="28"/>
        </w:rPr>
      </w:pPr>
      <w:r w:rsidRPr="00694EA8">
        <w:rPr>
          <w:rFonts w:cs="Arial"/>
          <w:szCs w:val="28"/>
        </w:rPr>
        <w:t xml:space="preserve">- улица </w:t>
      </w:r>
      <w:proofErr w:type="spellStart"/>
      <w:r w:rsidRPr="00694EA8">
        <w:rPr>
          <w:rFonts w:cs="Arial"/>
          <w:szCs w:val="28"/>
        </w:rPr>
        <w:t>Шамашек</w:t>
      </w:r>
      <w:proofErr w:type="spellEnd"/>
      <w:r w:rsidRPr="00694EA8">
        <w:rPr>
          <w:rFonts w:cs="Arial"/>
          <w:szCs w:val="28"/>
        </w:rPr>
        <w:t>:</w:t>
      </w:r>
      <w:r w:rsidR="00694EA8">
        <w:rPr>
          <w:rFonts w:cs="Arial"/>
          <w:szCs w:val="28"/>
        </w:rPr>
        <w:t xml:space="preserve"> </w:t>
      </w:r>
      <w:r w:rsidR="00694EA8" w:rsidRPr="00694EA8">
        <w:rPr>
          <w:rFonts w:cs="Arial"/>
          <w:szCs w:val="28"/>
        </w:rPr>
        <w:t>№</w:t>
      </w:r>
      <w:r w:rsidR="00694EA8">
        <w:rPr>
          <w:rFonts w:cs="Arial"/>
          <w:szCs w:val="28"/>
        </w:rPr>
        <w:t xml:space="preserve"> </w:t>
      </w:r>
      <w:r w:rsidRPr="00694EA8">
        <w:rPr>
          <w:rFonts w:cs="Arial"/>
          <w:szCs w:val="28"/>
        </w:rPr>
        <w:t>2</w:t>
      </w:r>
      <w:r w:rsidR="00694EA8" w:rsidRPr="00694EA8">
        <w:rPr>
          <w:rFonts w:cs="Arial"/>
          <w:szCs w:val="28"/>
        </w:rPr>
        <w:t xml:space="preserve">, </w:t>
      </w:r>
      <w:r w:rsidRPr="00694EA8">
        <w:rPr>
          <w:rFonts w:cs="Arial"/>
          <w:szCs w:val="28"/>
        </w:rPr>
        <w:t>3</w:t>
      </w:r>
      <w:r w:rsidR="00694EA8" w:rsidRPr="00694EA8">
        <w:rPr>
          <w:rFonts w:cs="Arial"/>
          <w:szCs w:val="28"/>
        </w:rPr>
        <w:t xml:space="preserve">, </w:t>
      </w:r>
      <w:r w:rsidRPr="00694EA8">
        <w:rPr>
          <w:rFonts w:cs="Arial"/>
          <w:szCs w:val="28"/>
        </w:rPr>
        <w:t>4</w:t>
      </w:r>
      <w:r w:rsidR="00694EA8" w:rsidRPr="00694EA8">
        <w:rPr>
          <w:rFonts w:cs="Arial"/>
          <w:szCs w:val="28"/>
        </w:rPr>
        <w:t xml:space="preserve">, </w:t>
      </w:r>
      <w:r w:rsidR="00BB5B95" w:rsidRPr="00694EA8">
        <w:rPr>
          <w:rFonts w:cs="Arial"/>
          <w:szCs w:val="28"/>
        </w:rPr>
        <w:t>6«а»</w:t>
      </w:r>
      <w:r w:rsidR="00694EA8" w:rsidRPr="00694EA8">
        <w:rPr>
          <w:rFonts w:cs="Arial"/>
          <w:szCs w:val="28"/>
        </w:rPr>
        <w:t xml:space="preserve">, </w:t>
      </w:r>
      <w:r w:rsidR="00BB5B95" w:rsidRPr="00694EA8">
        <w:rPr>
          <w:rFonts w:cs="Arial"/>
          <w:szCs w:val="28"/>
        </w:rPr>
        <w:t>8</w:t>
      </w:r>
      <w:r w:rsidR="00694EA8" w:rsidRPr="00694EA8">
        <w:rPr>
          <w:rFonts w:cs="Arial"/>
          <w:szCs w:val="28"/>
        </w:rPr>
        <w:t xml:space="preserve">, </w:t>
      </w:r>
      <w:r w:rsidRPr="00694EA8">
        <w:rPr>
          <w:rFonts w:cs="Arial"/>
          <w:szCs w:val="28"/>
        </w:rPr>
        <w:t>9</w:t>
      </w:r>
      <w:r w:rsidR="00694EA8" w:rsidRPr="00694EA8">
        <w:rPr>
          <w:rFonts w:cs="Arial"/>
          <w:szCs w:val="28"/>
        </w:rPr>
        <w:t xml:space="preserve">, </w:t>
      </w:r>
      <w:r w:rsidR="00BB5B95" w:rsidRPr="00694EA8">
        <w:rPr>
          <w:rFonts w:cs="Arial"/>
          <w:szCs w:val="28"/>
        </w:rPr>
        <w:t>11</w:t>
      </w:r>
      <w:r w:rsidRPr="00694EA8">
        <w:rPr>
          <w:rFonts w:cs="Arial"/>
          <w:szCs w:val="28"/>
        </w:rPr>
        <w:t>;</w:t>
      </w:r>
    </w:p>
    <w:p w:rsidR="00BB5B95" w:rsidRPr="00694EA8" w:rsidRDefault="00BB5B95" w:rsidP="00694EA8">
      <w:pPr>
        <w:suppressAutoHyphens/>
        <w:ind w:firstLine="709"/>
        <w:rPr>
          <w:rFonts w:cs="Arial"/>
          <w:szCs w:val="28"/>
        </w:rPr>
      </w:pPr>
      <w:r w:rsidRPr="00694EA8">
        <w:rPr>
          <w:rFonts w:cs="Arial"/>
          <w:szCs w:val="28"/>
        </w:rPr>
        <w:t>- улица Центральная:</w:t>
      </w:r>
      <w:r w:rsidR="00694EA8">
        <w:rPr>
          <w:rFonts w:cs="Arial"/>
          <w:szCs w:val="28"/>
        </w:rPr>
        <w:t xml:space="preserve"> </w:t>
      </w:r>
      <w:r w:rsidR="00694EA8" w:rsidRPr="00694EA8">
        <w:rPr>
          <w:rFonts w:cs="Arial"/>
          <w:szCs w:val="28"/>
        </w:rPr>
        <w:t>№</w:t>
      </w:r>
      <w:r w:rsidR="00694EA8">
        <w:rPr>
          <w:rFonts w:cs="Arial"/>
          <w:szCs w:val="28"/>
        </w:rPr>
        <w:t xml:space="preserve"> </w:t>
      </w:r>
      <w:r w:rsidRPr="00694EA8">
        <w:rPr>
          <w:rFonts w:cs="Arial"/>
          <w:szCs w:val="28"/>
        </w:rPr>
        <w:t>34.</w:t>
      </w:r>
    </w:p>
    <w:p w:rsidR="00694EA8" w:rsidRDefault="00BA72D2" w:rsidP="00694EA8">
      <w:pPr>
        <w:shd w:val="clear" w:color="auto" w:fill="FFFFFF"/>
        <w:suppressAutoHyphens/>
        <w:ind w:firstLine="709"/>
        <w:rPr>
          <w:rFonts w:cs="Arial"/>
          <w:szCs w:val="28"/>
        </w:rPr>
      </w:pPr>
      <w:r w:rsidRPr="00694EA8">
        <w:rPr>
          <w:rFonts w:cs="Arial"/>
          <w:szCs w:val="28"/>
        </w:rPr>
        <w:t xml:space="preserve">2.9. </w:t>
      </w:r>
      <w:r w:rsidR="00FA1051" w:rsidRPr="00694EA8">
        <w:rPr>
          <w:rFonts w:cs="Arial"/>
          <w:szCs w:val="28"/>
        </w:rPr>
        <w:t>Зона</w:t>
      </w:r>
      <w:r w:rsidR="00694EA8">
        <w:rPr>
          <w:rFonts w:cs="Arial"/>
          <w:szCs w:val="28"/>
        </w:rPr>
        <w:t xml:space="preserve"> </w:t>
      </w:r>
      <w:r w:rsidR="00694EA8" w:rsidRPr="00694EA8">
        <w:rPr>
          <w:rFonts w:cs="Arial"/>
          <w:szCs w:val="28"/>
        </w:rPr>
        <w:t>№</w:t>
      </w:r>
      <w:r w:rsidR="00694EA8">
        <w:rPr>
          <w:rFonts w:cs="Arial"/>
          <w:szCs w:val="28"/>
        </w:rPr>
        <w:t xml:space="preserve"> </w:t>
      </w:r>
      <w:r w:rsidR="00FA1051" w:rsidRPr="00694EA8">
        <w:rPr>
          <w:rFonts w:cs="Arial"/>
          <w:szCs w:val="28"/>
        </w:rPr>
        <w:t>9 сельское поселение «</w:t>
      </w:r>
      <w:proofErr w:type="spellStart"/>
      <w:r w:rsidR="00FA1051" w:rsidRPr="00694EA8">
        <w:rPr>
          <w:rFonts w:cs="Arial"/>
          <w:szCs w:val="28"/>
        </w:rPr>
        <w:t>Новоберезовское</w:t>
      </w:r>
      <w:proofErr w:type="spellEnd"/>
      <w:r w:rsidR="00FA1051" w:rsidRPr="00694EA8">
        <w:rPr>
          <w:rFonts w:cs="Arial"/>
          <w:szCs w:val="28"/>
        </w:rPr>
        <w:t>»</w:t>
      </w:r>
      <w:r w:rsidR="00694EA8" w:rsidRPr="00694EA8">
        <w:rPr>
          <w:rFonts w:cs="Arial"/>
          <w:szCs w:val="28"/>
        </w:rPr>
        <w:t xml:space="preserve">, </w:t>
      </w:r>
    </w:p>
    <w:p w:rsidR="00694EA8" w:rsidRDefault="00FA1051" w:rsidP="00694EA8">
      <w:pPr>
        <w:suppressAutoHyphens/>
        <w:ind w:firstLine="709"/>
        <w:rPr>
          <w:rFonts w:cs="Arial"/>
          <w:szCs w:val="28"/>
        </w:rPr>
      </w:pPr>
      <w:r w:rsidRPr="00694EA8">
        <w:rPr>
          <w:rFonts w:cs="Arial"/>
          <w:szCs w:val="28"/>
        </w:rPr>
        <w:t xml:space="preserve">село </w:t>
      </w:r>
      <w:proofErr w:type="spellStart"/>
      <w:r w:rsidRPr="00694EA8">
        <w:rPr>
          <w:rFonts w:cs="Arial"/>
          <w:szCs w:val="28"/>
        </w:rPr>
        <w:t>Новоберезовское</w:t>
      </w:r>
      <w:proofErr w:type="spellEnd"/>
      <w:r w:rsidRPr="00694EA8">
        <w:rPr>
          <w:rFonts w:cs="Arial"/>
          <w:szCs w:val="28"/>
        </w:rPr>
        <w:t xml:space="preserve"> дома и приусадебные участки:</w:t>
      </w:r>
    </w:p>
    <w:p w:rsidR="00FA1051" w:rsidRPr="00694EA8" w:rsidRDefault="00FA1051" w:rsidP="00694EA8">
      <w:pPr>
        <w:suppressAutoHyphens/>
        <w:ind w:firstLine="709"/>
        <w:rPr>
          <w:rFonts w:cs="Arial"/>
          <w:szCs w:val="28"/>
        </w:rPr>
      </w:pPr>
      <w:r w:rsidRPr="00694EA8">
        <w:rPr>
          <w:rFonts w:cs="Arial"/>
          <w:szCs w:val="28"/>
        </w:rPr>
        <w:t xml:space="preserve">- улица </w:t>
      </w:r>
      <w:r w:rsidR="002E349B" w:rsidRPr="00694EA8">
        <w:rPr>
          <w:rFonts w:cs="Arial"/>
          <w:szCs w:val="28"/>
        </w:rPr>
        <w:t>Береговая</w:t>
      </w:r>
      <w:r w:rsidRPr="00694EA8">
        <w:rPr>
          <w:rFonts w:cs="Arial"/>
          <w:szCs w:val="28"/>
        </w:rPr>
        <w:t>:</w:t>
      </w:r>
      <w:r w:rsidR="00694EA8">
        <w:rPr>
          <w:rFonts w:cs="Arial"/>
          <w:szCs w:val="28"/>
        </w:rPr>
        <w:t xml:space="preserve"> </w:t>
      </w:r>
      <w:r w:rsidR="00694EA8" w:rsidRPr="00694EA8">
        <w:rPr>
          <w:rFonts w:cs="Arial"/>
          <w:szCs w:val="28"/>
        </w:rPr>
        <w:t>№</w:t>
      </w:r>
      <w:r w:rsidR="00694EA8">
        <w:rPr>
          <w:rFonts w:cs="Arial"/>
          <w:szCs w:val="28"/>
        </w:rPr>
        <w:t xml:space="preserve"> </w:t>
      </w:r>
      <w:r w:rsidR="002E349B" w:rsidRPr="00694EA8">
        <w:rPr>
          <w:rFonts w:cs="Arial"/>
          <w:szCs w:val="28"/>
        </w:rPr>
        <w:t>28</w:t>
      </w:r>
      <w:r w:rsidR="00694EA8" w:rsidRPr="00694EA8">
        <w:rPr>
          <w:rFonts w:cs="Arial"/>
          <w:szCs w:val="28"/>
        </w:rPr>
        <w:t xml:space="preserve">, </w:t>
      </w:r>
      <w:r w:rsidR="002E349B" w:rsidRPr="00694EA8">
        <w:rPr>
          <w:rFonts w:cs="Arial"/>
          <w:szCs w:val="28"/>
        </w:rPr>
        <w:t>30</w:t>
      </w:r>
      <w:r w:rsidR="00694EA8" w:rsidRPr="00694EA8">
        <w:rPr>
          <w:rFonts w:cs="Arial"/>
          <w:szCs w:val="28"/>
        </w:rPr>
        <w:t xml:space="preserve">, </w:t>
      </w:r>
      <w:r w:rsidRPr="00694EA8">
        <w:rPr>
          <w:rFonts w:cs="Arial"/>
          <w:szCs w:val="28"/>
        </w:rPr>
        <w:t>3</w:t>
      </w:r>
      <w:r w:rsidR="002E349B" w:rsidRPr="00694EA8">
        <w:rPr>
          <w:rFonts w:cs="Arial"/>
          <w:szCs w:val="28"/>
        </w:rPr>
        <w:t>2</w:t>
      </w:r>
      <w:r w:rsidRPr="00694EA8">
        <w:rPr>
          <w:rFonts w:cs="Arial"/>
          <w:szCs w:val="28"/>
        </w:rPr>
        <w:t>;</w:t>
      </w:r>
    </w:p>
    <w:p w:rsidR="00694EA8" w:rsidRDefault="00F57FFB" w:rsidP="00694EA8">
      <w:pPr>
        <w:shd w:val="clear" w:color="auto" w:fill="FFFFFF"/>
        <w:suppressAutoHyphens/>
        <w:ind w:firstLine="709"/>
        <w:rPr>
          <w:rFonts w:cs="Arial"/>
          <w:szCs w:val="28"/>
        </w:rPr>
      </w:pPr>
      <w:r w:rsidRPr="00694EA8">
        <w:rPr>
          <w:rFonts w:cs="Arial"/>
          <w:szCs w:val="28"/>
        </w:rPr>
        <w:t>2.10. Зона</w:t>
      </w:r>
      <w:r w:rsidR="00694EA8">
        <w:rPr>
          <w:rFonts w:cs="Arial"/>
          <w:szCs w:val="28"/>
        </w:rPr>
        <w:t xml:space="preserve"> </w:t>
      </w:r>
      <w:r w:rsidR="00694EA8" w:rsidRPr="00694EA8">
        <w:rPr>
          <w:rFonts w:cs="Arial"/>
          <w:szCs w:val="28"/>
        </w:rPr>
        <w:t>№</w:t>
      </w:r>
      <w:r w:rsidR="00694EA8">
        <w:rPr>
          <w:rFonts w:cs="Arial"/>
          <w:szCs w:val="28"/>
        </w:rPr>
        <w:t xml:space="preserve"> </w:t>
      </w:r>
      <w:r w:rsidR="00EA52C0" w:rsidRPr="00694EA8">
        <w:rPr>
          <w:rFonts w:cs="Arial"/>
          <w:szCs w:val="28"/>
        </w:rPr>
        <w:t xml:space="preserve">10 </w:t>
      </w:r>
      <w:r w:rsidRPr="00694EA8">
        <w:rPr>
          <w:rFonts w:cs="Arial"/>
          <w:szCs w:val="28"/>
        </w:rPr>
        <w:t>сельское поселение «</w:t>
      </w:r>
      <w:proofErr w:type="spellStart"/>
      <w:r w:rsidR="003735E7" w:rsidRPr="00694EA8">
        <w:rPr>
          <w:rFonts w:cs="Arial"/>
          <w:szCs w:val="28"/>
        </w:rPr>
        <w:t>Верхнехилинское</w:t>
      </w:r>
      <w:proofErr w:type="spellEnd"/>
      <w:r w:rsidRPr="00694EA8">
        <w:rPr>
          <w:rFonts w:cs="Arial"/>
          <w:szCs w:val="28"/>
        </w:rPr>
        <w:t>»</w:t>
      </w:r>
      <w:r w:rsidR="00694EA8" w:rsidRPr="00694EA8">
        <w:rPr>
          <w:rFonts w:cs="Arial"/>
          <w:szCs w:val="28"/>
        </w:rPr>
        <w:t xml:space="preserve">, </w:t>
      </w:r>
    </w:p>
    <w:p w:rsidR="00694EA8" w:rsidRDefault="00F57FFB" w:rsidP="00694EA8">
      <w:pPr>
        <w:suppressAutoHyphens/>
        <w:ind w:firstLine="709"/>
        <w:rPr>
          <w:rFonts w:cs="Arial"/>
          <w:szCs w:val="28"/>
        </w:rPr>
      </w:pPr>
      <w:r w:rsidRPr="00694EA8">
        <w:rPr>
          <w:rFonts w:cs="Arial"/>
          <w:szCs w:val="28"/>
        </w:rPr>
        <w:t xml:space="preserve">село </w:t>
      </w:r>
      <w:proofErr w:type="gramStart"/>
      <w:r w:rsidR="003735E7" w:rsidRPr="00694EA8">
        <w:rPr>
          <w:rFonts w:cs="Arial"/>
          <w:szCs w:val="28"/>
        </w:rPr>
        <w:t>Верхняя</w:t>
      </w:r>
      <w:proofErr w:type="gramEnd"/>
      <w:r w:rsidR="003735E7" w:rsidRPr="00694EA8">
        <w:rPr>
          <w:rFonts w:cs="Arial"/>
          <w:szCs w:val="28"/>
        </w:rPr>
        <w:t xml:space="preserve"> Хила </w:t>
      </w:r>
      <w:r w:rsidRPr="00694EA8">
        <w:rPr>
          <w:rFonts w:cs="Arial"/>
          <w:szCs w:val="28"/>
        </w:rPr>
        <w:t>дома и приусадебные участки:</w:t>
      </w:r>
    </w:p>
    <w:p w:rsidR="00694EA8" w:rsidRDefault="00F57FFB" w:rsidP="00694EA8">
      <w:pPr>
        <w:suppressAutoHyphens/>
        <w:ind w:firstLine="709"/>
        <w:rPr>
          <w:rFonts w:cs="Arial"/>
          <w:szCs w:val="28"/>
        </w:rPr>
      </w:pPr>
      <w:r w:rsidRPr="00694EA8">
        <w:rPr>
          <w:rFonts w:cs="Arial"/>
          <w:szCs w:val="28"/>
        </w:rPr>
        <w:t>- улица Береговая:</w:t>
      </w:r>
      <w:r w:rsidR="00694EA8">
        <w:rPr>
          <w:rFonts w:cs="Arial"/>
          <w:szCs w:val="28"/>
        </w:rPr>
        <w:t xml:space="preserve"> </w:t>
      </w:r>
      <w:r w:rsidR="00694EA8" w:rsidRPr="00694EA8">
        <w:rPr>
          <w:rFonts w:cs="Arial"/>
          <w:szCs w:val="28"/>
        </w:rPr>
        <w:t>№</w:t>
      </w:r>
      <w:r w:rsidR="00694EA8">
        <w:rPr>
          <w:rFonts w:cs="Arial"/>
          <w:szCs w:val="28"/>
        </w:rPr>
        <w:t xml:space="preserve"> </w:t>
      </w:r>
      <w:r w:rsidR="003735E7" w:rsidRPr="00694EA8">
        <w:rPr>
          <w:rFonts w:cs="Arial"/>
          <w:szCs w:val="28"/>
        </w:rPr>
        <w:t>13</w:t>
      </w:r>
      <w:r w:rsidR="00694EA8" w:rsidRPr="00694EA8">
        <w:rPr>
          <w:rFonts w:cs="Arial"/>
          <w:szCs w:val="28"/>
        </w:rPr>
        <w:t>,</w:t>
      </w:r>
      <w:r w:rsidR="00694EA8">
        <w:rPr>
          <w:rFonts w:cs="Arial"/>
          <w:szCs w:val="28"/>
        </w:rPr>
        <w:t xml:space="preserve"> </w:t>
      </w:r>
      <w:r w:rsidR="001B4A75" w:rsidRPr="00694EA8">
        <w:rPr>
          <w:rFonts w:cs="Arial"/>
          <w:szCs w:val="28"/>
        </w:rPr>
        <w:t>15</w:t>
      </w:r>
      <w:r w:rsidR="00694EA8" w:rsidRPr="00694EA8">
        <w:rPr>
          <w:rFonts w:cs="Arial"/>
          <w:szCs w:val="28"/>
        </w:rPr>
        <w:t>,</w:t>
      </w:r>
      <w:r w:rsidR="00694EA8">
        <w:rPr>
          <w:rFonts w:cs="Arial"/>
          <w:szCs w:val="28"/>
        </w:rPr>
        <w:t xml:space="preserve"> </w:t>
      </w:r>
      <w:r w:rsidR="001B4A75" w:rsidRPr="00694EA8">
        <w:rPr>
          <w:rFonts w:cs="Arial"/>
          <w:szCs w:val="28"/>
        </w:rPr>
        <w:t>20</w:t>
      </w:r>
      <w:r w:rsidR="00694EA8" w:rsidRPr="00694EA8">
        <w:rPr>
          <w:rFonts w:cs="Arial"/>
          <w:szCs w:val="28"/>
        </w:rPr>
        <w:t>,</w:t>
      </w:r>
      <w:r w:rsidR="00694EA8">
        <w:rPr>
          <w:rFonts w:cs="Arial"/>
          <w:szCs w:val="28"/>
        </w:rPr>
        <w:t xml:space="preserve"> </w:t>
      </w:r>
      <w:r w:rsidR="001B4A75" w:rsidRPr="00694EA8">
        <w:rPr>
          <w:rFonts w:cs="Arial"/>
          <w:szCs w:val="28"/>
        </w:rPr>
        <w:t>22</w:t>
      </w:r>
      <w:r w:rsidR="003735E7" w:rsidRPr="00694EA8">
        <w:rPr>
          <w:rFonts w:cs="Arial"/>
          <w:szCs w:val="28"/>
        </w:rPr>
        <w:t>;</w:t>
      </w:r>
    </w:p>
    <w:p w:rsidR="00694EA8" w:rsidRDefault="003735E7" w:rsidP="00694EA8">
      <w:pPr>
        <w:suppressAutoHyphens/>
        <w:ind w:firstLine="709"/>
        <w:rPr>
          <w:rFonts w:cs="Arial"/>
          <w:szCs w:val="28"/>
        </w:rPr>
      </w:pPr>
      <w:r w:rsidRPr="00694EA8">
        <w:rPr>
          <w:rFonts w:cs="Arial"/>
          <w:szCs w:val="28"/>
        </w:rPr>
        <w:t>- улица Советская:</w:t>
      </w:r>
      <w:r w:rsidR="00694EA8">
        <w:rPr>
          <w:rFonts w:cs="Arial"/>
          <w:szCs w:val="28"/>
        </w:rPr>
        <w:t xml:space="preserve"> </w:t>
      </w:r>
      <w:r w:rsidR="00694EA8" w:rsidRPr="00694EA8">
        <w:rPr>
          <w:rFonts w:cs="Arial"/>
          <w:szCs w:val="28"/>
        </w:rPr>
        <w:t>№</w:t>
      </w:r>
      <w:r w:rsidR="00694EA8">
        <w:rPr>
          <w:rFonts w:cs="Arial"/>
          <w:szCs w:val="28"/>
        </w:rPr>
        <w:t xml:space="preserve"> </w:t>
      </w:r>
      <w:r w:rsidRPr="00694EA8">
        <w:rPr>
          <w:rFonts w:cs="Arial"/>
          <w:szCs w:val="28"/>
        </w:rPr>
        <w:t>6</w:t>
      </w:r>
      <w:r w:rsidR="00694EA8" w:rsidRPr="00694EA8">
        <w:rPr>
          <w:rFonts w:cs="Arial"/>
          <w:szCs w:val="28"/>
        </w:rPr>
        <w:t xml:space="preserve">, </w:t>
      </w:r>
      <w:r w:rsidRPr="00694EA8">
        <w:rPr>
          <w:rFonts w:cs="Arial"/>
          <w:szCs w:val="28"/>
        </w:rPr>
        <w:t>8</w:t>
      </w:r>
      <w:r w:rsidR="00694EA8" w:rsidRPr="00694EA8">
        <w:rPr>
          <w:rFonts w:cs="Arial"/>
          <w:szCs w:val="28"/>
        </w:rPr>
        <w:t xml:space="preserve">, </w:t>
      </w:r>
      <w:r w:rsidRPr="00694EA8">
        <w:rPr>
          <w:rFonts w:cs="Arial"/>
          <w:szCs w:val="28"/>
        </w:rPr>
        <w:t>23;</w:t>
      </w:r>
    </w:p>
    <w:p w:rsidR="00D034A0" w:rsidRPr="00694EA8" w:rsidRDefault="003735E7" w:rsidP="00694EA8">
      <w:pPr>
        <w:suppressAutoHyphens/>
        <w:ind w:firstLine="709"/>
        <w:rPr>
          <w:rFonts w:cs="Arial"/>
          <w:szCs w:val="28"/>
        </w:rPr>
      </w:pPr>
      <w:r w:rsidRPr="00694EA8">
        <w:rPr>
          <w:rFonts w:cs="Arial"/>
          <w:szCs w:val="28"/>
        </w:rPr>
        <w:t xml:space="preserve">- </w:t>
      </w:r>
      <w:r w:rsidR="00EA52C0" w:rsidRPr="00694EA8">
        <w:rPr>
          <w:rFonts w:cs="Arial"/>
          <w:szCs w:val="28"/>
        </w:rPr>
        <w:t>улица Октябрьская:</w:t>
      </w:r>
      <w:r w:rsidR="00694EA8">
        <w:rPr>
          <w:rFonts w:cs="Arial"/>
          <w:szCs w:val="28"/>
        </w:rPr>
        <w:t xml:space="preserve"> </w:t>
      </w:r>
      <w:r w:rsidR="00694EA8" w:rsidRPr="00694EA8">
        <w:rPr>
          <w:rFonts w:cs="Arial"/>
          <w:szCs w:val="28"/>
        </w:rPr>
        <w:t>№</w:t>
      </w:r>
      <w:r w:rsidR="00694EA8">
        <w:rPr>
          <w:rFonts w:cs="Arial"/>
          <w:szCs w:val="28"/>
        </w:rPr>
        <w:t xml:space="preserve"> </w:t>
      </w:r>
      <w:r w:rsidR="00EA52C0" w:rsidRPr="00694EA8">
        <w:rPr>
          <w:rFonts w:cs="Arial"/>
          <w:szCs w:val="28"/>
        </w:rPr>
        <w:t>1кв.</w:t>
      </w:r>
      <w:r w:rsidR="00243168" w:rsidRPr="00694EA8">
        <w:rPr>
          <w:rFonts w:cs="Arial"/>
          <w:szCs w:val="28"/>
        </w:rPr>
        <w:t>2</w:t>
      </w:r>
      <w:r w:rsidR="00694EA8" w:rsidRPr="00694EA8">
        <w:rPr>
          <w:rFonts w:cs="Arial"/>
          <w:szCs w:val="28"/>
        </w:rPr>
        <w:t>,</w:t>
      </w:r>
      <w:r w:rsidR="00694EA8">
        <w:rPr>
          <w:rFonts w:cs="Arial"/>
          <w:szCs w:val="28"/>
        </w:rPr>
        <w:t xml:space="preserve"> </w:t>
      </w:r>
      <w:r w:rsidR="00BB5B95" w:rsidRPr="00694EA8">
        <w:rPr>
          <w:rFonts w:cs="Arial"/>
          <w:szCs w:val="28"/>
        </w:rPr>
        <w:t>61</w:t>
      </w:r>
      <w:r w:rsidR="00694EA8" w:rsidRPr="00694EA8">
        <w:rPr>
          <w:rFonts w:cs="Arial"/>
          <w:szCs w:val="28"/>
        </w:rPr>
        <w:t>,</w:t>
      </w:r>
      <w:r w:rsidR="00694EA8">
        <w:rPr>
          <w:rFonts w:cs="Arial"/>
          <w:szCs w:val="28"/>
        </w:rPr>
        <w:t xml:space="preserve"> </w:t>
      </w:r>
      <w:r w:rsidR="00243168" w:rsidRPr="00694EA8">
        <w:rPr>
          <w:rFonts w:cs="Arial"/>
          <w:szCs w:val="28"/>
        </w:rPr>
        <w:t>67.</w:t>
      </w:r>
    </w:p>
    <w:p w:rsidR="00694EA8" w:rsidRDefault="00D034A0" w:rsidP="00694EA8">
      <w:pPr>
        <w:suppressAutoHyphens/>
        <w:ind w:firstLine="709"/>
        <w:rPr>
          <w:rFonts w:cs="Arial"/>
          <w:szCs w:val="28"/>
        </w:rPr>
      </w:pPr>
      <w:r w:rsidRPr="00694EA8">
        <w:rPr>
          <w:rFonts w:cs="Arial"/>
          <w:szCs w:val="28"/>
        </w:rPr>
        <w:t>- улица Юбилейная:</w:t>
      </w:r>
      <w:r w:rsidR="00694EA8">
        <w:rPr>
          <w:rFonts w:cs="Arial"/>
          <w:szCs w:val="28"/>
        </w:rPr>
        <w:t xml:space="preserve"> </w:t>
      </w:r>
      <w:r w:rsidR="00694EA8" w:rsidRPr="00694EA8">
        <w:rPr>
          <w:rFonts w:cs="Arial"/>
          <w:szCs w:val="28"/>
        </w:rPr>
        <w:t>№</w:t>
      </w:r>
      <w:r w:rsidR="00694EA8">
        <w:rPr>
          <w:rFonts w:cs="Arial"/>
          <w:szCs w:val="28"/>
        </w:rPr>
        <w:t xml:space="preserve"> </w:t>
      </w:r>
      <w:r w:rsidRPr="00694EA8">
        <w:rPr>
          <w:rFonts w:cs="Arial"/>
          <w:szCs w:val="28"/>
        </w:rPr>
        <w:t>1.</w:t>
      </w:r>
    </w:p>
    <w:p w:rsidR="00BA72D2" w:rsidRPr="00694EA8" w:rsidRDefault="00171BF7" w:rsidP="00694EA8">
      <w:pPr>
        <w:suppressAutoHyphens/>
        <w:ind w:firstLine="709"/>
        <w:rPr>
          <w:rFonts w:cs="Arial"/>
          <w:szCs w:val="28"/>
        </w:rPr>
      </w:pPr>
      <w:r w:rsidRPr="00694EA8">
        <w:rPr>
          <w:rFonts w:cs="Arial"/>
          <w:szCs w:val="28"/>
        </w:rPr>
        <w:t>2.11. Зона</w:t>
      </w:r>
      <w:r w:rsidR="00694EA8">
        <w:rPr>
          <w:rFonts w:cs="Arial"/>
          <w:szCs w:val="28"/>
        </w:rPr>
        <w:t xml:space="preserve"> </w:t>
      </w:r>
      <w:r w:rsidR="00694EA8" w:rsidRPr="00694EA8">
        <w:rPr>
          <w:rFonts w:cs="Arial"/>
          <w:szCs w:val="28"/>
        </w:rPr>
        <w:t>№</w:t>
      </w:r>
      <w:r w:rsidR="00694EA8">
        <w:rPr>
          <w:rFonts w:cs="Arial"/>
          <w:szCs w:val="28"/>
        </w:rPr>
        <w:t xml:space="preserve"> </w:t>
      </w:r>
      <w:r w:rsidRPr="00694EA8">
        <w:rPr>
          <w:rFonts w:cs="Arial"/>
          <w:szCs w:val="28"/>
        </w:rPr>
        <w:t>11 сельское поселение «</w:t>
      </w:r>
      <w:proofErr w:type="spellStart"/>
      <w:r w:rsidRPr="00694EA8">
        <w:rPr>
          <w:rFonts w:cs="Arial"/>
          <w:szCs w:val="28"/>
        </w:rPr>
        <w:t>Чиронское</w:t>
      </w:r>
      <w:proofErr w:type="spellEnd"/>
      <w:r w:rsidR="00243168" w:rsidRPr="00694EA8">
        <w:rPr>
          <w:rFonts w:cs="Arial"/>
          <w:szCs w:val="28"/>
        </w:rPr>
        <w:t>»</w:t>
      </w:r>
    </w:p>
    <w:p w:rsidR="00694EA8" w:rsidRDefault="00171BF7" w:rsidP="00694EA8">
      <w:pPr>
        <w:suppressAutoHyphens/>
        <w:ind w:firstLine="709"/>
        <w:rPr>
          <w:rFonts w:cs="Arial"/>
          <w:szCs w:val="28"/>
        </w:rPr>
      </w:pPr>
      <w:r w:rsidRPr="00694EA8">
        <w:rPr>
          <w:rFonts w:cs="Arial"/>
          <w:szCs w:val="28"/>
        </w:rPr>
        <w:t xml:space="preserve">село </w:t>
      </w:r>
      <w:proofErr w:type="spellStart"/>
      <w:r w:rsidRPr="00694EA8">
        <w:rPr>
          <w:rFonts w:cs="Arial"/>
          <w:szCs w:val="28"/>
        </w:rPr>
        <w:t>Кироча</w:t>
      </w:r>
      <w:proofErr w:type="spellEnd"/>
      <w:r w:rsidR="00694EA8" w:rsidRPr="00694EA8">
        <w:rPr>
          <w:rFonts w:cs="Arial"/>
          <w:szCs w:val="28"/>
        </w:rPr>
        <w:t>,</w:t>
      </w:r>
      <w:r w:rsidR="00694EA8">
        <w:rPr>
          <w:rFonts w:cs="Arial"/>
          <w:szCs w:val="28"/>
        </w:rPr>
        <w:t xml:space="preserve"> </w:t>
      </w:r>
      <w:r w:rsidRPr="00694EA8">
        <w:rPr>
          <w:rFonts w:cs="Arial"/>
          <w:szCs w:val="28"/>
        </w:rPr>
        <w:t>уличная сеть</w:t>
      </w:r>
      <w:r w:rsidR="00694EA8" w:rsidRPr="00694EA8">
        <w:rPr>
          <w:rFonts w:cs="Arial"/>
          <w:szCs w:val="28"/>
        </w:rPr>
        <w:t>,</w:t>
      </w:r>
      <w:r w:rsidR="00694EA8">
        <w:rPr>
          <w:rFonts w:cs="Arial"/>
          <w:szCs w:val="28"/>
        </w:rPr>
        <w:t xml:space="preserve"> </w:t>
      </w:r>
      <w:r w:rsidRPr="00694EA8">
        <w:rPr>
          <w:rFonts w:cs="Arial"/>
          <w:szCs w:val="28"/>
        </w:rPr>
        <w:t>дома и приусадебные участки:</w:t>
      </w:r>
    </w:p>
    <w:p w:rsidR="00694EA8" w:rsidRDefault="00171BF7" w:rsidP="00694EA8">
      <w:pPr>
        <w:suppressAutoHyphens/>
        <w:ind w:firstLine="709"/>
        <w:rPr>
          <w:rFonts w:cs="Arial"/>
          <w:szCs w:val="28"/>
        </w:rPr>
      </w:pPr>
      <w:r w:rsidRPr="00694EA8">
        <w:rPr>
          <w:rFonts w:cs="Arial"/>
          <w:szCs w:val="28"/>
        </w:rPr>
        <w:t>- улица Заречная:</w:t>
      </w:r>
      <w:r w:rsidR="00694EA8">
        <w:rPr>
          <w:rFonts w:cs="Arial"/>
          <w:szCs w:val="28"/>
        </w:rPr>
        <w:t xml:space="preserve"> </w:t>
      </w:r>
      <w:r w:rsidR="00694EA8" w:rsidRPr="00694EA8">
        <w:rPr>
          <w:rFonts w:cs="Arial"/>
          <w:szCs w:val="28"/>
        </w:rPr>
        <w:t>№</w:t>
      </w:r>
      <w:r w:rsidR="00694EA8">
        <w:rPr>
          <w:rFonts w:cs="Arial"/>
          <w:szCs w:val="28"/>
        </w:rPr>
        <w:t xml:space="preserve"> </w:t>
      </w:r>
      <w:r w:rsidRPr="00694EA8">
        <w:rPr>
          <w:rFonts w:cs="Arial"/>
          <w:szCs w:val="28"/>
        </w:rPr>
        <w:t>2</w:t>
      </w:r>
      <w:r w:rsidR="00694EA8" w:rsidRPr="00694EA8">
        <w:rPr>
          <w:rFonts w:cs="Arial"/>
          <w:szCs w:val="28"/>
        </w:rPr>
        <w:t xml:space="preserve">, </w:t>
      </w:r>
      <w:r w:rsidRPr="00694EA8">
        <w:rPr>
          <w:rFonts w:cs="Arial"/>
          <w:szCs w:val="28"/>
        </w:rPr>
        <w:t>4</w:t>
      </w:r>
      <w:r w:rsidR="00694EA8" w:rsidRPr="00694EA8">
        <w:rPr>
          <w:rFonts w:cs="Arial"/>
          <w:szCs w:val="28"/>
        </w:rPr>
        <w:t xml:space="preserve">, </w:t>
      </w:r>
      <w:r w:rsidRPr="00694EA8">
        <w:rPr>
          <w:rFonts w:cs="Arial"/>
          <w:szCs w:val="28"/>
        </w:rPr>
        <w:t>11</w:t>
      </w:r>
      <w:r w:rsidR="00694EA8" w:rsidRPr="00694EA8">
        <w:rPr>
          <w:rFonts w:cs="Arial"/>
          <w:szCs w:val="28"/>
        </w:rPr>
        <w:t xml:space="preserve">, </w:t>
      </w:r>
      <w:r w:rsidRPr="00694EA8">
        <w:rPr>
          <w:rFonts w:cs="Arial"/>
          <w:szCs w:val="28"/>
        </w:rPr>
        <w:t>12</w:t>
      </w:r>
      <w:r w:rsidR="00694EA8" w:rsidRPr="00694EA8">
        <w:rPr>
          <w:rFonts w:cs="Arial"/>
          <w:szCs w:val="28"/>
        </w:rPr>
        <w:t xml:space="preserve">, </w:t>
      </w:r>
      <w:r w:rsidRPr="00694EA8">
        <w:rPr>
          <w:rFonts w:cs="Arial"/>
          <w:szCs w:val="28"/>
        </w:rPr>
        <w:t>13;</w:t>
      </w:r>
    </w:p>
    <w:p w:rsidR="00836EBE" w:rsidRPr="00694EA8" w:rsidRDefault="009F141C" w:rsidP="00694EA8">
      <w:pPr>
        <w:shd w:val="clear" w:color="auto" w:fill="FFFFFF"/>
        <w:suppressAutoHyphens/>
        <w:ind w:firstLine="709"/>
        <w:rPr>
          <w:rFonts w:cs="Arial"/>
          <w:szCs w:val="28"/>
        </w:rPr>
      </w:pPr>
      <w:r w:rsidRPr="00694EA8">
        <w:rPr>
          <w:rFonts w:cs="Arial"/>
          <w:szCs w:val="28"/>
        </w:rPr>
        <w:t>2.Признать утратившими силу постановления администрации муниципального района «</w:t>
      </w:r>
      <w:proofErr w:type="spellStart"/>
      <w:r w:rsidRPr="00694EA8">
        <w:rPr>
          <w:rFonts w:cs="Arial"/>
          <w:szCs w:val="28"/>
        </w:rPr>
        <w:t>Шилкинский</w:t>
      </w:r>
      <w:proofErr w:type="spellEnd"/>
      <w:r w:rsidRPr="00694EA8">
        <w:rPr>
          <w:rFonts w:cs="Arial"/>
          <w:szCs w:val="28"/>
        </w:rPr>
        <w:t xml:space="preserve"> район»:</w:t>
      </w:r>
    </w:p>
    <w:p w:rsidR="00836EBE" w:rsidRPr="00694EA8" w:rsidRDefault="009F141C" w:rsidP="00694EA8">
      <w:pPr>
        <w:shd w:val="clear" w:color="auto" w:fill="FFFFFF"/>
        <w:suppressAutoHyphens/>
        <w:ind w:firstLine="709"/>
        <w:rPr>
          <w:rFonts w:cs="Arial"/>
          <w:szCs w:val="28"/>
        </w:rPr>
      </w:pPr>
      <w:r w:rsidRPr="00694EA8">
        <w:rPr>
          <w:rFonts w:cs="Arial"/>
          <w:szCs w:val="28"/>
        </w:rPr>
        <w:t>- от</w:t>
      </w:r>
      <w:r w:rsidR="001E1442" w:rsidRPr="00694EA8">
        <w:rPr>
          <w:rFonts w:cs="Arial"/>
          <w:szCs w:val="28"/>
        </w:rPr>
        <w:t xml:space="preserve"> </w:t>
      </w:r>
      <w:r w:rsidR="00171BF7" w:rsidRPr="00694EA8">
        <w:rPr>
          <w:rFonts w:cs="Arial"/>
          <w:szCs w:val="28"/>
        </w:rPr>
        <w:t>17</w:t>
      </w:r>
      <w:r w:rsidR="00836EBE" w:rsidRPr="00694EA8">
        <w:rPr>
          <w:rFonts w:cs="Arial"/>
          <w:szCs w:val="28"/>
        </w:rPr>
        <w:t>.0</w:t>
      </w:r>
      <w:r w:rsidR="008E4053" w:rsidRPr="00694EA8">
        <w:rPr>
          <w:rFonts w:cs="Arial"/>
          <w:szCs w:val="28"/>
        </w:rPr>
        <w:t>2</w:t>
      </w:r>
      <w:r w:rsidR="00836EBE" w:rsidRPr="00694EA8">
        <w:rPr>
          <w:rFonts w:cs="Arial"/>
          <w:szCs w:val="28"/>
        </w:rPr>
        <w:t>.2022</w:t>
      </w:r>
      <w:r w:rsidR="00694EA8">
        <w:rPr>
          <w:rFonts w:cs="Arial"/>
          <w:szCs w:val="28"/>
        </w:rPr>
        <w:t xml:space="preserve"> </w:t>
      </w:r>
      <w:r w:rsidR="00694EA8" w:rsidRPr="00694EA8">
        <w:rPr>
          <w:rFonts w:cs="Arial"/>
          <w:szCs w:val="28"/>
        </w:rPr>
        <w:t>№</w:t>
      </w:r>
      <w:r w:rsidR="00694EA8">
        <w:rPr>
          <w:rFonts w:cs="Arial"/>
          <w:szCs w:val="28"/>
        </w:rPr>
        <w:t xml:space="preserve"> </w:t>
      </w:r>
      <w:r w:rsidR="00171BF7" w:rsidRPr="00694EA8">
        <w:rPr>
          <w:rFonts w:cs="Arial"/>
          <w:szCs w:val="28"/>
        </w:rPr>
        <w:t xml:space="preserve">43 </w:t>
      </w:r>
      <w:r w:rsidRPr="00694EA8">
        <w:rPr>
          <w:rFonts w:cs="Arial"/>
          <w:szCs w:val="28"/>
        </w:rPr>
        <w:t>«О внесении изменений в постановление администрации муниципального района «</w:t>
      </w:r>
      <w:proofErr w:type="spellStart"/>
      <w:r w:rsidRPr="00694EA8">
        <w:rPr>
          <w:rFonts w:cs="Arial"/>
          <w:szCs w:val="28"/>
        </w:rPr>
        <w:t>Шилкинский</w:t>
      </w:r>
      <w:proofErr w:type="spellEnd"/>
      <w:r w:rsidRPr="00694EA8">
        <w:rPr>
          <w:rFonts w:cs="Arial"/>
          <w:szCs w:val="28"/>
        </w:rPr>
        <w:t xml:space="preserve"> район» от 23 декабря 2021</w:t>
      </w:r>
      <w:r w:rsidR="00694EA8">
        <w:rPr>
          <w:rFonts w:cs="Arial"/>
          <w:szCs w:val="28"/>
        </w:rPr>
        <w:t xml:space="preserve"> </w:t>
      </w:r>
      <w:r w:rsidR="00694EA8" w:rsidRPr="00694EA8">
        <w:rPr>
          <w:rFonts w:cs="Arial"/>
          <w:szCs w:val="28"/>
        </w:rPr>
        <w:t>года</w:t>
      </w:r>
      <w:r w:rsidR="00694EA8">
        <w:rPr>
          <w:rFonts w:cs="Arial"/>
          <w:szCs w:val="28"/>
        </w:rPr>
        <w:t xml:space="preserve"> </w:t>
      </w:r>
      <w:r w:rsidR="00694EA8" w:rsidRPr="00694EA8">
        <w:rPr>
          <w:rFonts w:cs="Arial"/>
          <w:szCs w:val="28"/>
        </w:rPr>
        <w:t>№</w:t>
      </w:r>
      <w:r w:rsidR="00694EA8">
        <w:rPr>
          <w:rFonts w:cs="Arial"/>
          <w:szCs w:val="28"/>
        </w:rPr>
        <w:t xml:space="preserve"> </w:t>
      </w:r>
      <w:r w:rsidRPr="00694EA8">
        <w:rPr>
          <w:rFonts w:cs="Arial"/>
          <w:szCs w:val="28"/>
        </w:rPr>
        <w:t>501 «О введении на территории муниципального района</w:t>
      </w:r>
      <w:r w:rsidR="00836EBE" w:rsidRPr="00694EA8">
        <w:rPr>
          <w:rFonts w:cs="Arial"/>
          <w:szCs w:val="28"/>
        </w:rPr>
        <w:t xml:space="preserve"> </w:t>
      </w:r>
      <w:r w:rsidRPr="00694EA8">
        <w:rPr>
          <w:rFonts w:cs="Arial"/>
          <w:szCs w:val="28"/>
        </w:rPr>
        <w:t>«</w:t>
      </w:r>
      <w:proofErr w:type="spellStart"/>
      <w:r w:rsidRPr="00694EA8">
        <w:rPr>
          <w:rFonts w:cs="Arial"/>
          <w:szCs w:val="28"/>
        </w:rPr>
        <w:t>Шилкинский</w:t>
      </w:r>
      <w:proofErr w:type="spellEnd"/>
      <w:r w:rsidRPr="00694EA8">
        <w:rPr>
          <w:rFonts w:cs="Arial"/>
          <w:szCs w:val="28"/>
        </w:rPr>
        <w:t xml:space="preserve"> район» режима чрезвычайной ситуации вызванной выходом грунтовых вод и образованием </w:t>
      </w:r>
      <w:proofErr w:type="spellStart"/>
      <w:r w:rsidRPr="00694EA8">
        <w:rPr>
          <w:rFonts w:cs="Arial"/>
          <w:szCs w:val="28"/>
        </w:rPr>
        <w:t>наледных</w:t>
      </w:r>
      <w:proofErr w:type="spellEnd"/>
      <w:r w:rsidRPr="00694EA8">
        <w:rPr>
          <w:rFonts w:cs="Arial"/>
          <w:szCs w:val="28"/>
        </w:rPr>
        <w:t xml:space="preserve"> явлений»</w:t>
      </w:r>
      <w:r w:rsidR="00836EBE" w:rsidRPr="00694EA8">
        <w:rPr>
          <w:rFonts w:cs="Arial"/>
          <w:szCs w:val="28"/>
        </w:rPr>
        <w:t>.</w:t>
      </w:r>
    </w:p>
    <w:p w:rsidR="001674A7" w:rsidRPr="00694EA8" w:rsidRDefault="001674A7" w:rsidP="00694EA8">
      <w:pPr>
        <w:shd w:val="clear" w:color="auto" w:fill="FFFFFF"/>
        <w:suppressAutoHyphens/>
        <w:ind w:firstLine="709"/>
        <w:rPr>
          <w:rFonts w:cs="Arial"/>
          <w:szCs w:val="28"/>
        </w:rPr>
      </w:pPr>
      <w:r w:rsidRPr="00694EA8">
        <w:rPr>
          <w:rFonts w:cs="Arial"/>
          <w:szCs w:val="28"/>
        </w:rPr>
        <w:t>3.Настоящее постановление опубликовать на официальном портале муниципального района «</w:t>
      </w:r>
      <w:proofErr w:type="spellStart"/>
      <w:r w:rsidRPr="00694EA8">
        <w:rPr>
          <w:rFonts w:cs="Arial"/>
          <w:szCs w:val="28"/>
        </w:rPr>
        <w:t>Шилкинский</w:t>
      </w:r>
      <w:proofErr w:type="spellEnd"/>
      <w:r w:rsidRPr="00694EA8">
        <w:rPr>
          <w:rFonts w:cs="Arial"/>
          <w:szCs w:val="28"/>
        </w:rPr>
        <w:t xml:space="preserve"> район» в сети Интернет.</w:t>
      </w:r>
    </w:p>
    <w:p w:rsidR="00AA7F06" w:rsidRPr="00694EA8" w:rsidRDefault="00AA7F06" w:rsidP="00694EA8">
      <w:pPr>
        <w:suppressAutoHyphens/>
        <w:ind w:firstLine="709"/>
        <w:rPr>
          <w:rFonts w:cs="Arial"/>
          <w:szCs w:val="28"/>
        </w:rPr>
      </w:pPr>
    </w:p>
    <w:p w:rsidR="00776D2F" w:rsidRPr="00694EA8" w:rsidRDefault="00776D2F" w:rsidP="00694EA8">
      <w:pPr>
        <w:suppressAutoHyphens/>
        <w:ind w:firstLine="709"/>
        <w:rPr>
          <w:rFonts w:cs="Arial"/>
          <w:szCs w:val="28"/>
        </w:rPr>
      </w:pPr>
    </w:p>
    <w:p w:rsidR="00694EA8" w:rsidRDefault="00694EA8" w:rsidP="00694EA8">
      <w:pPr>
        <w:suppressAutoHyphens/>
        <w:ind w:firstLine="709"/>
        <w:rPr>
          <w:rFonts w:cs="Arial"/>
          <w:szCs w:val="28"/>
        </w:rPr>
      </w:pPr>
    </w:p>
    <w:p w:rsidR="006977ED" w:rsidRPr="00694EA8" w:rsidRDefault="00DF50DD" w:rsidP="00FA7FB0">
      <w:pPr>
        <w:suppressAutoHyphens/>
        <w:ind w:firstLine="0"/>
        <w:rPr>
          <w:rFonts w:cs="Arial"/>
          <w:szCs w:val="28"/>
        </w:rPr>
      </w:pPr>
      <w:r w:rsidRPr="00694EA8">
        <w:rPr>
          <w:rFonts w:cs="Arial"/>
          <w:szCs w:val="28"/>
        </w:rPr>
        <w:t>Глава муниципального района</w:t>
      </w:r>
      <w:r w:rsidR="00694EA8" w:rsidRPr="00694EA8">
        <w:rPr>
          <w:rFonts w:cs="Arial"/>
          <w:szCs w:val="28"/>
        </w:rPr>
        <w:t xml:space="preserve"> «</w:t>
      </w:r>
      <w:proofErr w:type="spellStart"/>
      <w:r w:rsidRPr="00694EA8">
        <w:rPr>
          <w:rFonts w:cs="Arial"/>
          <w:szCs w:val="28"/>
        </w:rPr>
        <w:t>Шилкинский</w:t>
      </w:r>
      <w:proofErr w:type="spellEnd"/>
      <w:r w:rsidRPr="00694EA8">
        <w:rPr>
          <w:rFonts w:cs="Arial"/>
          <w:szCs w:val="28"/>
        </w:rPr>
        <w:t xml:space="preserve"> район»</w:t>
      </w:r>
      <w:r w:rsidR="00694EA8">
        <w:rPr>
          <w:rFonts w:cs="Arial"/>
          <w:szCs w:val="28"/>
        </w:rPr>
        <w:t xml:space="preserve"> </w:t>
      </w:r>
      <w:r w:rsidR="00694EA8">
        <w:rPr>
          <w:rFonts w:cs="Arial"/>
          <w:szCs w:val="28"/>
        </w:rPr>
        <w:tab/>
      </w:r>
      <w:r w:rsidR="00694EA8">
        <w:rPr>
          <w:rFonts w:cs="Arial"/>
          <w:szCs w:val="28"/>
        </w:rPr>
        <w:tab/>
      </w:r>
      <w:r w:rsidR="00694EA8">
        <w:rPr>
          <w:rFonts w:cs="Arial"/>
          <w:szCs w:val="28"/>
        </w:rPr>
        <w:tab/>
      </w:r>
      <w:r w:rsidR="00694EA8">
        <w:rPr>
          <w:rFonts w:cs="Arial"/>
          <w:szCs w:val="28"/>
        </w:rPr>
        <w:tab/>
      </w:r>
      <w:r w:rsidR="006977ED" w:rsidRPr="00694EA8">
        <w:rPr>
          <w:rFonts w:cs="Arial"/>
          <w:szCs w:val="28"/>
        </w:rPr>
        <w:t>С.В. Воробьёв</w:t>
      </w:r>
    </w:p>
    <w:p w:rsidR="00DF50DD" w:rsidRPr="00694EA8" w:rsidRDefault="00DF50DD" w:rsidP="00694EA8">
      <w:pPr>
        <w:suppressAutoHyphens/>
        <w:ind w:firstLine="709"/>
        <w:rPr>
          <w:rFonts w:cs="Arial"/>
          <w:szCs w:val="28"/>
        </w:rPr>
      </w:pPr>
    </w:p>
    <w:sectPr w:rsidR="00DF50DD" w:rsidRPr="00694EA8" w:rsidSect="00694EA8">
      <w:type w:val="continuous"/>
      <w:pgSz w:w="11906" w:h="16838" w:code="9"/>
      <w:pgMar w:top="720" w:right="720" w:bottom="720" w:left="720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6B3F" w:rsidRDefault="00496B3F">
      <w:r>
        <w:separator/>
      </w:r>
    </w:p>
  </w:endnote>
  <w:endnote w:type="continuationSeparator" w:id="0">
    <w:p w:rsidR="00496B3F" w:rsidRDefault="00496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6B3F" w:rsidRDefault="00496B3F">
      <w:r>
        <w:separator/>
      </w:r>
    </w:p>
  </w:footnote>
  <w:footnote w:type="continuationSeparator" w:id="0">
    <w:p w:rsidR="00496B3F" w:rsidRDefault="00496B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610C9"/>
    <w:multiLevelType w:val="hybridMultilevel"/>
    <w:tmpl w:val="5CD606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15F1BCD"/>
    <w:multiLevelType w:val="hybridMultilevel"/>
    <w:tmpl w:val="124C35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0A22"/>
    <w:rsid w:val="00003A83"/>
    <w:rsid w:val="000041C1"/>
    <w:rsid w:val="000054ED"/>
    <w:rsid w:val="000060AE"/>
    <w:rsid w:val="00015CC5"/>
    <w:rsid w:val="00022820"/>
    <w:rsid w:val="00023053"/>
    <w:rsid w:val="00024FCE"/>
    <w:rsid w:val="00025A4B"/>
    <w:rsid w:val="00025D43"/>
    <w:rsid w:val="00026881"/>
    <w:rsid w:val="000275BB"/>
    <w:rsid w:val="00033909"/>
    <w:rsid w:val="000461D0"/>
    <w:rsid w:val="0005022B"/>
    <w:rsid w:val="00053CF2"/>
    <w:rsid w:val="0005433A"/>
    <w:rsid w:val="000553CB"/>
    <w:rsid w:val="00055C5D"/>
    <w:rsid w:val="00057A4C"/>
    <w:rsid w:val="0006249A"/>
    <w:rsid w:val="00065F50"/>
    <w:rsid w:val="00067134"/>
    <w:rsid w:val="00070CE6"/>
    <w:rsid w:val="0007451A"/>
    <w:rsid w:val="0007478F"/>
    <w:rsid w:val="00083980"/>
    <w:rsid w:val="00083D67"/>
    <w:rsid w:val="00084066"/>
    <w:rsid w:val="0008453E"/>
    <w:rsid w:val="000865AC"/>
    <w:rsid w:val="0009044E"/>
    <w:rsid w:val="00090F9E"/>
    <w:rsid w:val="00092231"/>
    <w:rsid w:val="00092BFD"/>
    <w:rsid w:val="000948D9"/>
    <w:rsid w:val="000972A0"/>
    <w:rsid w:val="000A6437"/>
    <w:rsid w:val="000A6CA2"/>
    <w:rsid w:val="000A729B"/>
    <w:rsid w:val="000B1875"/>
    <w:rsid w:val="000B26D7"/>
    <w:rsid w:val="000B4965"/>
    <w:rsid w:val="000C1504"/>
    <w:rsid w:val="000C193B"/>
    <w:rsid w:val="000C4181"/>
    <w:rsid w:val="000C5CAE"/>
    <w:rsid w:val="000C64B0"/>
    <w:rsid w:val="000D07DC"/>
    <w:rsid w:val="000D0C85"/>
    <w:rsid w:val="000D210F"/>
    <w:rsid w:val="000D6273"/>
    <w:rsid w:val="000E0079"/>
    <w:rsid w:val="000E4721"/>
    <w:rsid w:val="000E590D"/>
    <w:rsid w:val="000F07BC"/>
    <w:rsid w:val="000F1321"/>
    <w:rsid w:val="000F3F84"/>
    <w:rsid w:val="000F45FB"/>
    <w:rsid w:val="000F4944"/>
    <w:rsid w:val="000F59B3"/>
    <w:rsid w:val="001052B2"/>
    <w:rsid w:val="0010623A"/>
    <w:rsid w:val="00106EF4"/>
    <w:rsid w:val="001072E4"/>
    <w:rsid w:val="00107714"/>
    <w:rsid w:val="0011090A"/>
    <w:rsid w:val="00114EC1"/>
    <w:rsid w:val="0011518D"/>
    <w:rsid w:val="00115692"/>
    <w:rsid w:val="00117092"/>
    <w:rsid w:val="00120C10"/>
    <w:rsid w:val="001271EC"/>
    <w:rsid w:val="001361A0"/>
    <w:rsid w:val="0013706F"/>
    <w:rsid w:val="0014050E"/>
    <w:rsid w:val="0014457B"/>
    <w:rsid w:val="00144D27"/>
    <w:rsid w:val="00147A81"/>
    <w:rsid w:val="00150FB3"/>
    <w:rsid w:val="00151DFB"/>
    <w:rsid w:val="00155946"/>
    <w:rsid w:val="001633E9"/>
    <w:rsid w:val="00165BCC"/>
    <w:rsid w:val="0016635C"/>
    <w:rsid w:val="001674A7"/>
    <w:rsid w:val="00167696"/>
    <w:rsid w:val="00171BF7"/>
    <w:rsid w:val="00172539"/>
    <w:rsid w:val="0017359C"/>
    <w:rsid w:val="00174756"/>
    <w:rsid w:val="00174D25"/>
    <w:rsid w:val="00174FC2"/>
    <w:rsid w:val="00182CD5"/>
    <w:rsid w:val="00183E94"/>
    <w:rsid w:val="00185E4E"/>
    <w:rsid w:val="001860EA"/>
    <w:rsid w:val="001861BA"/>
    <w:rsid w:val="001901D2"/>
    <w:rsid w:val="00194A20"/>
    <w:rsid w:val="001966F1"/>
    <w:rsid w:val="001A11A2"/>
    <w:rsid w:val="001A254D"/>
    <w:rsid w:val="001A4B0D"/>
    <w:rsid w:val="001A50C2"/>
    <w:rsid w:val="001A6288"/>
    <w:rsid w:val="001A6312"/>
    <w:rsid w:val="001A6DD5"/>
    <w:rsid w:val="001B4A75"/>
    <w:rsid w:val="001B5762"/>
    <w:rsid w:val="001B5B9F"/>
    <w:rsid w:val="001B5D50"/>
    <w:rsid w:val="001C292F"/>
    <w:rsid w:val="001C5284"/>
    <w:rsid w:val="001C7254"/>
    <w:rsid w:val="001C7590"/>
    <w:rsid w:val="001C78EB"/>
    <w:rsid w:val="001D1830"/>
    <w:rsid w:val="001D57F8"/>
    <w:rsid w:val="001D6800"/>
    <w:rsid w:val="001D68EE"/>
    <w:rsid w:val="001E1442"/>
    <w:rsid w:val="001E466F"/>
    <w:rsid w:val="001E706C"/>
    <w:rsid w:val="001F061B"/>
    <w:rsid w:val="001F2756"/>
    <w:rsid w:val="001F3AC8"/>
    <w:rsid w:val="001F6D80"/>
    <w:rsid w:val="001F75F7"/>
    <w:rsid w:val="001F771D"/>
    <w:rsid w:val="002020C0"/>
    <w:rsid w:val="00202F74"/>
    <w:rsid w:val="00203565"/>
    <w:rsid w:val="002061C9"/>
    <w:rsid w:val="00206BF2"/>
    <w:rsid w:val="00211BC8"/>
    <w:rsid w:val="00212089"/>
    <w:rsid w:val="00215E7A"/>
    <w:rsid w:val="00216B47"/>
    <w:rsid w:val="002177A0"/>
    <w:rsid w:val="00217885"/>
    <w:rsid w:val="0021789B"/>
    <w:rsid w:val="00227B3B"/>
    <w:rsid w:val="00231045"/>
    <w:rsid w:val="00233F8D"/>
    <w:rsid w:val="00236476"/>
    <w:rsid w:val="002416C4"/>
    <w:rsid w:val="00243168"/>
    <w:rsid w:val="00243B33"/>
    <w:rsid w:val="00245969"/>
    <w:rsid w:val="00252E44"/>
    <w:rsid w:val="00253216"/>
    <w:rsid w:val="00256B7B"/>
    <w:rsid w:val="00262B49"/>
    <w:rsid w:val="0026336D"/>
    <w:rsid w:val="00264625"/>
    <w:rsid w:val="002647D7"/>
    <w:rsid w:val="00272004"/>
    <w:rsid w:val="0027211E"/>
    <w:rsid w:val="002737FE"/>
    <w:rsid w:val="0027399F"/>
    <w:rsid w:val="0028422D"/>
    <w:rsid w:val="00286D44"/>
    <w:rsid w:val="00295672"/>
    <w:rsid w:val="002958C5"/>
    <w:rsid w:val="00296324"/>
    <w:rsid w:val="002A0DEB"/>
    <w:rsid w:val="002A1967"/>
    <w:rsid w:val="002A1A0B"/>
    <w:rsid w:val="002A28A2"/>
    <w:rsid w:val="002A5132"/>
    <w:rsid w:val="002A7335"/>
    <w:rsid w:val="002A743E"/>
    <w:rsid w:val="002B3654"/>
    <w:rsid w:val="002C014E"/>
    <w:rsid w:val="002C1D7F"/>
    <w:rsid w:val="002C307E"/>
    <w:rsid w:val="002C3ACB"/>
    <w:rsid w:val="002C4232"/>
    <w:rsid w:val="002C7D2C"/>
    <w:rsid w:val="002D0AA5"/>
    <w:rsid w:val="002D1202"/>
    <w:rsid w:val="002D40B2"/>
    <w:rsid w:val="002D577B"/>
    <w:rsid w:val="002E349B"/>
    <w:rsid w:val="002E349C"/>
    <w:rsid w:val="002E4888"/>
    <w:rsid w:val="002E66ED"/>
    <w:rsid w:val="002E6A33"/>
    <w:rsid w:val="002E749E"/>
    <w:rsid w:val="002F0ECC"/>
    <w:rsid w:val="002F13A7"/>
    <w:rsid w:val="002F3639"/>
    <w:rsid w:val="002F3D5B"/>
    <w:rsid w:val="002F492E"/>
    <w:rsid w:val="00300E57"/>
    <w:rsid w:val="003015A9"/>
    <w:rsid w:val="0030549F"/>
    <w:rsid w:val="003074E9"/>
    <w:rsid w:val="00307E11"/>
    <w:rsid w:val="0031105B"/>
    <w:rsid w:val="0031448A"/>
    <w:rsid w:val="003156C5"/>
    <w:rsid w:val="00315784"/>
    <w:rsid w:val="00315A99"/>
    <w:rsid w:val="00315AD5"/>
    <w:rsid w:val="00315C15"/>
    <w:rsid w:val="0032128E"/>
    <w:rsid w:val="00326DBA"/>
    <w:rsid w:val="00327968"/>
    <w:rsid w:val="0033065B"/>
    <w:rsid w:val="0033236E"/>
    <w:rsid w:val="00335CD6"/>
    <w:rsid w:val="0034099E"/>
    <w:rsid w:val="00342097"/>
    <w:rsid w:val="003439AB"/>
    <w:rsid w:val="00345BC2"/>
    <w:rsid w:val="00346FC3"/>
    <w:rsid w:val="0034714D"/>
    <w:rsid w:val="00351C7D"/>
    <w:rsid w:val="00354575"/>
    <w:rsid w:val="00355EFC"/>
    <w:rsid w:val="003575EA"/>
    <w:rsid w:val="00357613"/>
    <w:rsid w:val="003603F7"/>
    <w:rsid w:val="00363282"/>
    <w:rsid w:val="0036339E"/>
    <w:rsid w:val="003662DE"/>
    <w:rsid w:val="00370B02"/>
    <w:rsid w:val="003735E7"/>
    <w:rsid w:val="00374292"/>
    <w:rsid w:val="00382125"/>
    <w:rsid w:val="00385085"/>
    <w:rsid w:val="003862C1"/>
    <w:rsid w:val="00387F8F"/>
    <w:rsid w:val="003946F8"/>
    <w:rsid w:val="00394710"/>
    <w:rsid w:val="00394F7C"/>
    <w:rsid w:val="00395BDD"/>
    <w:rsid w:val="003A02F7"/>
    <w:rsid w:val="003A194C"/>
    <w:rsid w:val="003A1C73"/>
    <w:rsid w:val="003A2557"/>
    <w:rsid w:val="003A4366"/>
    <w:rsid w:val="003A5782"/>
    <w:rsid w:val="003A5CCF"/>
    <w:rsid w:val="003A5DD5"/>
    <w:rsid w:val="003B143F"/>
    <w:rsid w:val="003B2CE5"/>
    <w:rsid w:val="003B32AD"/>
    <w:rsid w:val="003B44EC"/>
    <w:rsid w:val="003B4A54"/>
    <w:rsid w:val="003B5488"/>
    <w:rsid w:val="003B6E7F"/>
    <w:rsid w:val="003C2A0F"/>
    <w:rsid w:val="003C7207"/>
    <w:rsid w:val="003C7D2F"/>
    <w:rsid w:val="003D0D75"/>
    <w:rsid w:val="003D5C92"/>
    <w:rsid w:val="003D6656"/>
    <w:rsid w:val="003E4807"/>
    <w:rsid w:val="003E5839"/>
    <w:rsid w:val="003E703A"/>
    <w:rsid w:val="003F03D6"/>
    <w:rsid w:val="003F0895"/>
    <w:rsid w:val="003F26CF"/>
    <w:rsid w:val="003F64BC"/>
    <w:rsid w:val="003F677B"/>
    <w:rsid w:val="0040349F"/>
    <w:rsid w:val="004058B8"/>
    <w:rsid w:val="004066D7"/>
    <w:rsid w:val="004072EC"/>
    <w:rsid w:val="00407D9D"/>
    <w:rsid w:val="00412090"/>
    <w:rsid w:val="00417CB9"/>
    <w:rsid w:val="00425894"/>
    <w:rsid w:val="00431940"/>
    <w:rsid w:val="0043359F"/>
    <w:rsid w:val="004335DE"/>
    <w:rsid w:val="004348CE"/>
    <w:rsid w:val="004407F9"/>
    <w:rsid w:val="004441C6"/>
    <w:rsid w:val="0044728C"/>
    <w:rsid w:val="0045077B"/>
    <w:rsid w:val="00451940"/>
    <w:rsid w:val="00452721"/>
    <w:rsid w:val="00453056"/>
    <w:rsid w:val="00453B0D"/>
    <w:rsid w:val="004544EC"/>
    <w:rsid w:val="0045535D"/>
    <w:rsid w:val="00457BBC"/>
    <w:rsid w:val="00460BD1"/>
    <w:rsid w:val="004622A7"/>
    <w:rsid w:val="00463BAF"/>
    <w:rsid w:val="004657A9"/>
    <w:rsid w:val="00471174"/>
    <w:rsid w:val="00473614"/>
    <w:rsid w:val="0047392E"/>
    <w:rsid w:val="00473B57"/>
    <w:rsid w:val="00477DA9"/>
    <w:rsid w:val="0048028E"/>
    <w:rsid w:val="00485B0B"/>
    <w:rsid w:val="00485B50"/>
    <w:rsid w:val="00487E41"/>
    <w:rsid w:val="004951E4"/>
    <w:rsid w:val="004969F2"/>
    <w:rsid w:val="00496B3F"/>
    <w:rsid w:val="00496D6F"/>
    <w:rsid w:val="004A15C2"/>
    <w:rsid w:val="004A2F02"/>
    <w:rsid w:val="004A5952"/>
    <w:rsid w:val="004B28F0"/>
    <w:rsid w:val="004B4B0F"/>
    <w:rsid w:val="004C04B2"/>
    <w:rsid w:val="004C1380"/>
    <w:rsid w:val="004C297E"/>
    <w:rsid w:val="004C2C8C"/>
    <w:rsid w:val="004C3CED"/>
    <w:rsid w:val="004C6C54"/>
    <w:rsid w:val="004C7077"/>
    <w:rsid w:val="004D2879"/>
    <w:rsid w:val="004D56A7"/>
    <w:rsid w:val="004E01CC"/>
    <w:rsid w:val="004E7497"/>
    <w:rsid w:val="004E77B1"/>
    <w:rsid w:val="004E7DEB"/>
    <w:rsid w:val="004F0511"/>
    <w:rsid w:val="004F0D8F"/>
    <w:rsid w:val="004F0ED9"/>
    <w:rsid w:val="004F15C2"/>
    <w:rsid w:val="004F22EF"/>
    <w:rsid w:val="004F50F1"/>
    <w:rsid w:val="00503E60"/>
    <w:rsid w:val="00505C25"/>
    <w:rsid w:val="00506589"/>
    <w:rsid w:val="00513D44"/>
    <w:rsid w:val="00517076"/>
    <w:rsid w:val="00520508"/>
    <w:rsid w:val="00520B46"/>
    <w:rsid w:val="00522002"/>
    <w:rsid w:val="005232E6"/>
    <w:rsid w:val="00523EA2"/>
    <w:rsid w:val="0052434C"/>
    <w:rsid w:val="00524F24"/>
    <w:rsid w:val="005269B6"/>
    <w:rsid w:val="0052705F"/>
    <w:rsid w:val="00527F18"/>
    <w:rsid w:val="00530C5E"/>
    <w:rsid w:val="00534181"/>
    <w:rsid w:val="00537055"/>
    <w:rsid w:val="0054057A"/>
    <w:rsid w:val="005412EA"/>
    <w:rsid w:val="00542F7C"/>
    <w:rsid w:val="00545246"/>
    <w:rsid w:val="00546276"/>
    <w:rsid w:val="005463B7"/>
    <w:rsid w:val="0055091E"/>
    <w:rsid w:val="00553E9A"/>
    <w:rsid w:val="00556BFB"/>
    <w:rsid w:val="00557594"/>
    <w:rsid w:val="00561D9A"/>
    <w:rsid w:val="00563E49"/>
    <w:rsid w:val="0056494B"/>
    <w:rsid w:val="005672AF"/>
    <w:rsid w:val="0057007B"/>
    <w:rsid w:val="0057241D"/>
    <w:rsid w:val="005765E4"/>
    <w:rsid w:val="00576DFE"/>
    <w:rsid w:val="00577D93"/>
    <w:rsid w:val="005803A0"/>
    <w:rsid w:val="0058251D"/>
    <w:rsid w:val="005849DF"/>
    <w:rsid w:val="005859A5"/>
    <w:rsid w:val="00594025"/>
    <w:rsid w:val="005948B4"/>
    <w:rsid w:val="00594CA4"/>
    <w:rsid w:val="00595783"/>
    <w:rsid w:val="005967C5"/>
    <w:rsid w:val="005A1BD8"/>
    <w:rsid w:val="005A1D31"/>
    <w:rsid w:val="005A3DE7"/>
    <w:rsid w:val="005A3EE6"/>
    <w:rsid w:val="005A4D95"/>
    <w:rsid w:val="005B6004"/>
    <w:rsid w:val="005C08C0"/>
    <w:rsid w:val="005C11E5"/>
    <w:rsid w:val="005C2F6D"/>
    <w:rsid w:val="005C4BA1"/>
    <w:rsid w:val="005D621C"/>
    <w:rsid w:val="005E0552"/>
    <w:rsid w:val="005E0DBB"/>
    <w:rsid w:val="005E0E55"/>
    <w:rsid w:val="005E26F8"/>
    <w:rsid w:val="005E3F2F"/>
    <w:rsid w:val="005E425D"/>
    <w:rsid w:val="005E4C70"/>
    <w:rsid w:val="005E5422"/>
    <w:rsid w:val="005E56C2"/>
    <w:rsid w:val="005E627A"/>
    <w:rsid w:val="005F4415"/>
    <w:rsid w:val="005F4E06"/>
    <w:rsid w:val="005F5FD6"/>
    <w:rsid w:val="005F7B35"/>
    <w:rsid w:val="00603BF2"/>
    <w:rsid w:val="00604948"/>
    <w:rsid w:val="00605F3E"/>
    <w:rsid w:val="006064F8"/>
    <w:rsid w:val="00612CC5"/>
    <w:rsid w:val="00616B68"/>
    <w:rsid w:val="00620C22"/>
    <w:rsid w:val="00622C4F"/>
    <w:rsid w:val="0062651F"/>
    <w:rsid w:val="00626DED"/>
    <w:rsid w:val="0062713E"/>
    <w:rsid w:val="006274B2"/>
    <w:rsid w:val="00630ABD"/>
    <w:rsid w:val="006341C6"/>
    <w:rsid w:val="006343DE"/>
    <w:rsid w:val="00640CCE"/>
    <w:rsid w:val="006424B3"/>
    <w:rsid w:val="0064542A"/>
    <w:rsid w:val="00650247"/>
    <w:rsid w:val="006513B4"/>
    <w:rsid w:val="0065234B"/>
    <w:rsid w:val="00655424"/>
    <w:rsid w:val="00660D90"/>
    <w:rsid w:val="00660FD7"/>
    <w:rsid w:val="006634BD"/>
    <w:rsid w:val="00663F01"/>
    <w:rsid w:val="00663F3A"/>
    <w:rsid w:val="006641B4"/>
    <w:rsid w:val="006651EB"/>
    <w:rsid w:val="00665475"/>
    <w:rsid w:val="006666F9"/>
    <w:rsid w:val="006670CF"/>
    <w:rsid w:val="00671243"/>
    <w:rsid w:val="0067240E"/>
    <w:rsid w:val="00676F92"/>
    <w:rsid w:val="006810BB"/>
    <w:rsid w:val="00681795"/>
    <w:rsid w:val="00681C97"/>
    <w:rsid w:val="006839A1"/>
    <w:rsid w:val="00684D17"/>
    <w:rsid w:val="00687A53"/>
    <w:rsid w:val="00691C3F"/>
    <w:rsid w:val="00692EAB"/>
    <w:rsid w:val="00694EA8"/>
    <w:rsid w:val="006977D6"/>
    <w:rsid w:val="006977ED"/>
    <w:rsid w:val="006A27AE"/>
    <w:rsid w:val="006B1888"/>
    <w:rsid w:val="006B47FA"/>
    <w:rsid w:val="006B6826"/>
    <w:rsid w:val="006C1040"/>
    <w:rsid w:val="006C1D1E"/>
    <w:rsid w:val="006C69C6"/>
    <w:rsid w:val="006D044C"/>
    <w:rsid w:val="006D0858"/>
    <w:rsid w:val="006D1677"/>
    <w:rsid w:val="006D22A7"/>
    <w:rsid w:val="006D4B19"/>
    <w:rsid w:val="006D4C3C"/>
    <w:rsid w:val="006D681E"/>
    <w:rsid w:val="006E0EDB"/>
    <w:rsid w:val="006E5649"/>
    <w:rsid w:val="006F0536"/>
    <w:rsid w:val="006F0A12"/>
    <w:rsid w:val="006F1134"/>
    <w:rsid w:val="006F206F"/>
    <w:rsid w:val="006F4FDE"/>
    <w:rsid w:val="00701BE4"/>
    <w:rsid w:val="00702818"/>
    <w:rsid w:val="0070327F"/>
    <w:rsid w:val="007037B0"/>
    <w:rsid w:val="0070392C"/>
    <w:rsid w:val="00704905"/>
    <w:rsid w:val="00704A8A"/>
    <w:rsid w:val="007061DF"/>
    <w:rsid w:val="0071142D"/>
    <w:rsid w:val="00711C3B"/>
    <w:rsid w:val="00713F86"/>
    <w:rsid w:val="0071580F"/>
    <w:rsid w:val="00720689"/>
    <w:rsid w:val="00722E3F"/>
    <w:rsid w:val="00724682"/>
    <w:rsid w:val="00724E03"/>
    <w:rsid w:val="00725514"/>
    <w:rsid w:val="00727197"/>
    <w:rsid w:val="00730A22"/>
    <w:rsid w:val="00733A01"/>
    <w:rsid w:val="00736709"/>
    <w:rsid w:val="00736DCE"/>
    <w:rsid w:val="00737B0F"/>
    <w:rsid w:val="007433D8"/>
    <w:rsid w:val="007448F0"/>
    <w:rsid w:val="00751A96"/>
    <w:rsid w:val="007546B9"/>
    <w:rsid w:val="0075592E"/>
    <w:rsid w:val="007574F5"/>
    <w:rsid w:val="0076416B"/>
    <w:rsid w:val="007737A8"/>
    <w:rsid w:val="00773895"/>
    <w:rsid w:val="00776315"/>
    <w:rsid w:val="00776D2F"/>
    <w:rsid w:val="00776EB7"/>
    <w:rsid w:val="00777645"/>
    <w:rsid w:val="0078064D"/>
    <w:rsid w:val="0078502E"/>
    <w:rsid w:val="00785415"/>
    <w:rsid w:val="00786D88"/>
    <w:rsid w:val="00790152"/>
    <w:rsid w:val="0079051A"/>
    <w:rsid w:val="00791159"/>
    <w:rsid w:val="0079187B"/>
    <w:rsid w:val="00791D23"/>
    <w:rsid w:val="007935EE"/>
    <w:rsid w:val="00795550"/>
    <w:rsid w:val="007975B4"/>
    <w:rsid w:val="007A098F"/>
    <w:rsid w:val="007A3C38"/>
    <w:rsid w:val="007A7440"/>
    <w:rsid w:val="007B1FE9"/>
    <w:rsid w:val="007C088E"/>
    <w:rsid w:val="007C1C15"/>
    <w:rsid w:val="007C2B36"/>
    <w:rsid w:val="007C5216"/>
    <w:rsid w:val="007D3BF7"/>
    <w:rsid w:val="007E61CB"/>
    <w:rsid w:val="007E6978"/>
    <w:rsid w:val="007F45CA"/>
    <w:rsid w:val="007F46EC"/>
    <w:rsid w:val="007F50FD"/>
    <w:rsid w:val="0080143A"/>
    <w:rsid w:val="00802DB8"/>
    <w:rsid w:val="0080345A"/>
    <w:rsid w:val="00804A04"/>
    <w:rsid w:val="00804D09"/>
    <w:rsid w:val="0080638E"/>
    <w:rsid w:val="00812B35"/>
    <w:rsid w:val="00812F5F"/>
    <w:rsid w:val="0081495E"/>
    <w:rsid w:val="0082041D"/>
    <w:rsid w:val="00820E35"/>
    <w:rsid w:val="00823E8A"/>
    <w:rsid w:val="00826472"/>
    <w:rsid w:val="00831F50"/>
    <w:rsid w:val="00836EBE"/>
    <w:rsid w:val="008370B7"/>
    <w:rsid w:val="00841244"/>
    <w:rsid w:val="00842765"/>
    <w:rsid w:val="008427D6"/>
    <w:rsid w:val="00843368"/>
    <w:rsid w:val="00843799"/>
    <w:rsid w:val="00844372"/>
    <w:rsid w:val="00845DEF"/>
    <w:rsid w:val="00847D53"/>
    <w:rsid w:val="00850554"/>
    <w:rsid w:val="008528EE"/>
    <w:rsid w:val="008547A0"/>
    <w:rsid w:val="00854F81"/>
    <w:rsid w:val="00855890"/>
    <w:rsid w:val="00862951"/>
    <w:rsid w:val="008629BA"/>
    <w:rsid w:val="00864AAB"/>
    <w:rsid w:val="008702E3"/>
    <w:rsid w:val="008735D3"/>
    <w:rsid w:val="008763DA"/>
    <w:rsid w:val="0088034D"/>
    <w:rsid w:val="00880BC3"/>
    <w:rsid w:val="00882734"/>
    <w:rsid w:val="00883183"/>
    <w:rsid w:val="0088563A"/>
    <w:rsid w:val="00887CE6"/>
    <w:rsid w:val="00890DBD"/>
    <w:rsid w:val="00891F03"/>
    <w:rsid w:val="008922DB"/>
    <w:rsid w:val="00894450"/>
    <w:rsid w:val="00894548"/>
    <w:rsid w:val="00894974"/>
    <w:rsid w:val="00895699"/>
    <w:rsid w:val="008956E3"/>
    <w:rsid w:val="00896194"/>
    <w:rsid w:val="00896375"/>
    <w:rsid w:val="0089673B"/>
    <w:rsid w:val="00897B2F"/>
    <w:rsid w:val="00897B9F"/>
    <w:rsid w:val="008A17D9"/>
    <w:rsid w:val="008A2ACA"/>
    <w:rsid w:val="008A6ECA"/>
    <w:rsid w:val="008A7D56"/>
    <w:rsid w:val="008B314F"/>
    <w:rsid w:val="008B361E"/>
    <w:rsid w:val="008B6336"/>
    <w:rsid w:val="008B69B9"/>
    <w:rsid w:val="008B6F74"/>
    <w:rsid w:val="008C19CF"/>
    <w:rsid w:val="008C2D64"/>
    <w:rsid w:val="008C4F7A"/>
    <w:rsid w:val="008D0B0F"/>
    <w:rsid w:val="008D500E"/>
    <w:rsid w:val="008D65A3"/>
    <w:rsid w:val="008D7005"/>
    <w:rsid w:val="008D7615"/>
    <w:rsid w:val="008E10C6"/>
    <w:rsid w:val="008E1AF6"/>
    <w:rsid w:val="008E2F46"/>
    <w:rsid w:val="008E357C"/>
    <w:rsid w:val="008E4053"/>
    <w:rsid w:val="008E5710"/>
    <w:rsid w:val="008F04A3"/>
    <w:rsid w:val="008F0CB1"/>
    <w:rsid w:val="008F2546"/>
    <w:rsid w:val="0090006F"/>
    <w:rsid w:val="0090106E"/>
    <w:rsid w:val="00903E9D"/>
    <w:rsid w:val="00904338"/>
    <w:rsid w:val="00905345"/>
    <w:rsid w:val="00905F7C"/>
    <w:rsid w:val="00915EA6"/>
    <w:rsid w:val="00916168"/>
    <w:rsid w:val="009212F2"/>
    <w:rsid w:val="009217C7"/>
    <w:rsid w:val="009218CA"/>
    <w:rsid w:val="009232D8"/>
    <w:rsid w:val="00924820"/>
    <w:rsid w:val="00924CB5"/>
    <w:rsid w:val="009257D4"/>
    <w:rsid w:val="00925D1C"/>
    <w:rsid w:val="00927348"/>
    <w:rsid w:val="009318CA"/>
    <w:rsid w:val="00932272"/>
    <w:rsid w:val="009323FE"/>
    <w:rsid w:val="0093248F"/>
    <w:rsid w:val="009327B8"/>
    <w:rsid w:val="00934EB5"/>
    <w:rsid w:val="00935C38"/>
    <w:rsid w:val="00946467"/>
    <w:rsid w:val="00946CAF"/>
    <w:rsid w:val="009502E0"/>
    <w:rsid w:val="00950884"/>
    <w:rsid w:val="00950C27"/>
    <w:rsid w:val="00954BAA"/>
    <w:rsid w:val="009554C6"/>
    <w:rsid w:val="00961E57"/>
    <w:rsid w:val="00962E01"/>
    <w:rsid w:val="009639D6"/>
    <w:rsid w:val="009664D5"/>
    <w:rsid w:val="0097424D"/>
    <w:rsid w:val="009749FE"/>
    <w:rsid w:val="00975A9A"/>
    <w:rsid w:val="00975EE2"/>
    <w:rsid w:val="00986A69"/>
    <w:rsid w:val="00986FB7"/>
    <w:rsid w:val="00990E66"/>
    <w:rsid w:val="009939AA"/>
    <w:rsid w:val="00994305"/>
    <w:rsid w:val="009948D2"/>
    <w:rsid w:val="009A3B1C"/>
    <w:rsid w:val="009A6B95"/>
    <w:rsid w:val="009A6EFA"/>
    <w:rsid w:val="009B3A19"/>
    <w:rsid w:val="009B5165"/>
    <w:rsid w:val="009B7167"/>
    <w:rsid w:val="009C0270"/>
    <w:rsid w:val="009C0C56"/>
    <w:rsid w:val="009C2F38"/>
    <w:rsid w:val="009C6569"/>
    <w:rsid w:val="009D1173"/>
    <w:rsid w:val="009D1F25"/>
    <w:rsid w:val="009D2B22"/>
    <w:rsid w:val="009D46C0"/>
    <w:rsid w:val="009E1076"/>
    <w:rsid w:val="009E2DFB"/>
    <w:rsid w:val="009E6CE7"/>
    <w:rsid w:val="009F141C"/>
    <w:rsid w:val="009F2733"/>
    <w:rsid w:val="009F71CE"/>
    <w:rsid w:val="00A00304"/>
    <w:rsid w:val="00A007FE"/>
    <w:rsid w:val="00A063CE"/>
    <w:rsid w:val="00A0765B"/>
    <w:rsid w:val="00A07C1E"/>
    <w:rsid w:val="00A10060"/>
    <w:rsid w:val="00A11550"/>
    <w:rsid w:val="00A12ED3"/>
    <w:rsid w:val="00A13C87"/>
    <w:rsid w:val="00A13DD5"/>
    <w:rsid w:val="00A14628"/>
    <w:rsid w:val="00A15BB9"/>
    <w:rsid w:val="00A21094"/>
    <w:rsid w:val="00A212B2"/>
    <w:rsid w:val="00A21CEB"/>
    <w:rsid w:val="00A2238A"/>
    <w:rsid w:val="00A25608"/>
    <w:rsid w:val="00A25783"/>
    <w:rsid w:val="00A27120"/>
    <w:rsid w:val="00A33E8A"/>
    <w:rsid w:val="00A33EEC"/>
    <w:rsid w:val="00A45434"/>
    <w:rsid w:val="00A4574B"/>
    <w:rsid w:val="00A47E2D"/>
    <w:rsid w:val="00A52993"/>
    <w:rsid w:val="00A54491"/>
    <w:rsid w:val="00A60F9F"/>
    <w:rsid w:val="00A6122B"/>
    <w:rsid w:val="00A65F09"/>
    <w:rsid w:val="00A65F77"/>
    <w:rsid w:val="00A704DC"/>
    <w:rsid w:val="00A70A68"/>
    <w:rsid w:val="00A72215"/>
    <w:rsid w:val="00A724E4"/>
    <w:rsid w:val="00A74CE9"/>
    <w:rsid w:val="00A76E96"/>
    <w:rsid w:val="00A80B00"/>
    <w:rsid w:val="00A8211E"/>
    <w:rsid w:val="00A82885"/>
    <w:rsid w:val="00A837E9"/>
    <w:rsid w:val="00A84EFD"/>
    <w:rsid w:val="00A87269"/>
    <w:rsid w:val="00A90BDA"/>
    <w:rsid w:val="00A90D1A"/>
    <w:rsid w:val="00A931E4"/>
    <w:rsid w:val="00A93B8D"/>
    <w:rsid w:val="00A9456B"/>
    <w:rsid w:val="00AA06E6"/>
    <w:rsid w:val="00AA5A55"/>
    <w:rsid w:val="00AA7E0D"/>
    <w:rsid w:val="00AA7F06"/>
    <w:rsid w:val="00AB3169"/>
    <w:rsid w:val="00AB366D"/>
    <w:rsid w:val="00AB5C4E"/>
    <w:rsid w:val="00AB6550"/>
    <w:rsid w:val="00AC123C"/>
    <w:rsid w:val="00AC334A"/>
    <w:rsid w:val="00AC7354"/>
    <w:rsid w:val="00AC7F8D"/>
    <w:rsid w:val="00AD3A6C"/>
    <w:rsid w:val="00AD4D7D"/>
    <w:rsid w:val="00AD6254"/>
    <w:rsid w:val="00AD6F3B"/>
    <w:rsid w:val="00AE068E"/>
    <w:rsid w:val="00AE2A15"/>
    <w:rsid w:val="00AE40B7"/>
    <w:rsid w:val="00AE435F"/>
    <w:rsid w:val="00AF32BF"/>
    <w:rsid w:val="00AF3787"/>
    <w:rsid w:val="00AF39C2"/>
    <w:rsid w:val="00B028AA"/>
    <w:rsid w:val="00B052AA"/>
    <w:rsid w:val="00B07BE7"/>
    <w:rsid w:val="00B12587"/>
    <w:rsid w:val="00B13E03"/>
    <w:rsid w:val="00B15CFC"/>
    <w:rsid w:val="00B16874"/>
    <w:rsid w:val="00B2085D"/>
    <w:rsid w:val="00B22810"/>
    <w:rsid w:val="00B23C38"/>
    <w:rsid w:val="00B2528F"/>
    <w:rsid w:val="00B26124"/>
    <w:rsid w:val="00B26DD2"/>
    <w:rsid w:val="00B331A4"/>
    <w:rsid w:val="00B33DEA"/>
    <w:rsid w:val="00B34959"/>
    <w:rsid w:val="00B3679C"/>
    <w:rsid w:val="00B402B0"/>
    <w:rsid w:val="00B405FD"/>
    <w:rsid w:val="00B40F3C"/>
    <w:rsid w:val="00B41A7B"/>
    <w:rsid w:val="00B450AE"/>
    <w:rsid w:val="00B456E9"/>
    <w:rsid w:val="00B45892"/>
    <w:rsid w:val="00B50DC4"/>
    <w:rsid w:val="00B51B52"/>
    <w:rsid w:val="00B55685"/>
    <w:rsid w:val="00B6076D"/>
    <w:rsid w:val="00B60B80"/>
    <w:rsid w:val="00B65760"/>
    <w:rsid w:val="00B66153"/>
    <w:rsid w:val="00B66DE7"/>
    <w:rsid w:val="00B675E8"/>
    <w:rsid w:val="00B67AAE"/>
    <w:rsid w:val="00B7169A"/>
    <w:rsid w:val="00B74646"/>
    <w:rsid w:val="00B777B7"/>
    <w:rsid w:val="00B8140B"/>
    <w:rsid w:val="00B918D0"/>
    <w:rsid w:val="00B91E47"/>
    <w:rsid w:val="00B95573"/>
    <w:rsid w:val="00B979B3"/>
    <w:rsid w:val="00BA06A3"/>
    <w:rsid w:val="00BA34CA"/>
    <w:rsid w:val="00BA72D2"/>
    <w:rsid w:val="00BB08AE"/>
    <w:rsid w:val="00BB0953"/>
    <w:rsid w:val="00BB0B35"/>
    <w:rsid w:val="00BB12E4"/>
    <w:rsid w:val="00BB2A18"/>
    <w:rsid w:val="00BB4326"/>
    <w:rsid w:val="00BB5B95"/>
    <w:rsid w:val="00BC6862"/>
    <w:rsid w:val="00BD04EF"/>
    <w:rsid w:val="00BD204C"/>
    <w:rsid w:val="00BE0A38"/>
    <w:rsid w:val="00BE0AE0"/>
    <w:rsid w:val="00BE1470"/>
    <w:rsid w:val="00BE2591"/>
    <w:rsid w:val="00BE2EEC"/>
    <w:rsid w:val="00BE3316"/>
    <w:rsid w:val="00BE5217"/>
    <w:rsid w:val="00BE58D8"/>
    <w:rsid w:val="00BE5E25"/>
    <w:rsid w:val="00BE7973"/>
    <w:rsid w:val="00BF1354"/>
    <w:rsid w:val="00BF6C11"/>
    <w:rsid w:val="00BF7D0E"/>
    <w:rsid w:val="00C000DC"/>
    <w:rsid w:val="00C007AD"/>
    <w:rsid w:val="00C00BF2"/>
    <w:rsid w:val="00C01428"/>
    <w:rsid w:val="00C05EAC"/>
    <w:rsid w:val="00C06EDC"/>
    <w:rsid w:val="00C070CF"/>
    <w:rsid w:val="00C11C46"/>
    <w:rsid w:val="00C133A8"/>
    <w:rsid w:val="00C13887"/>
    <w:rsid w:val="00C14387"/>
    <w:rsid w:val="00C16320"/>
    <w:rsid w:val="00C20990"/>
    <w:rsid w:val="00C2103B"/>
    <w:rsid w:val="00C21B1B"/>
    <w:rsid w:val="00C22735"/>
    <w:rsid w:val="00C240B8"/>
    <w:rsid w:val="00C24D3C"/>
    <w:rsid w:val="00C262EF"/>
    <w:rsid w:val="00C30374"/>
    <w:rsid w:val="00C3080C"/>
    <w:rsid w:val="00C3350E"/>
    <w:rsid w:val="00C34B02"/>
    <w:rsid w:val="00C411AB"/>
    <w:rsid w:val="00C50D7B"/>
    <w:rsid w:val="00C602FD"/>
    <w:rsid w:val="00C60DEF"/>
    <w:rsid w:val="00C631F4"/>
    <w:rsid w:val="00C645CA"/>
    <w:rsid w:val="00C64DA3"/>
    <w:rsid w:val="00C65B08"/>
    <w:rsid w:val="00C678F1"/>
    <w:rsid w:val="00C67EF1"/>
    <w:rsid w:val="00C720CE"/>
    <w:rsid w:val="00C725FE"/>
    <w:rsid w:val="00C72FF0"/>
    <w:rsid w:val="00C72FFC"/>
    <w:rsid w:val="00C90BC1"/>
    <w:rsid w:val="00C91D20"/>
    <w:rsid w:val="00C9232E"/>
    <w:rsid w:val="00C93E7C"/>
    <w:rsid w:val="00C94FCE"/>
    <w:rsid w:val="00C961F5"/>
    <w:rsid w:val="00C9639C"/>
    <w:rsid w:val="00CA023A"/>
    <w:rsid w:val="00CA1E96"/>
    <w:rsid w:val="00CA2FD4"/>
    <w:rsid w:val="00CA5DA5"/>
    <w:rsid w:val="00CA5E1A"/>
    <w:rsid w:val="00CA6223"/>
    <w:rsid w:val="00CA7EDF"/>
    <w:rsid w:val="00CB067F"/>
    <w:rsid w:val="00CB0EBF"/>
    <w:rsid w:val="00CB3D27"/>
    <w:rsid w:val="00CB5F59"/>
    <w:rsid w:val="00CC22ED"/>
    <w:rsid w:val="00CC2BA8"/>
    <w:rsid w:val="00CC4B1D"/>
    <w:rsid w:val="00CC740E"/>
    <w:rsid w:val="00CD16B5"/>
    <w:rsid w:val="00CD24CE"/>
    <w:rsid w:val="00CD4A8C"/>
    <w:rsid w:val="00CD583C"/>
    <w:rsid w:val="00CD605A"/>
    <w:rsid w:val="00CE0B53"/>
    <w:rsid w:val="00CE3175"/>
    <w:rsid w:val="00CE45BB"/>
    <w:rsid w:val="00CE4BC4"/>
    <w:rsid w:val="00CE7E4C"/>
    <w:rsid w:val="00CF4B9F"/>
    <w:rsid w:val="00CF7651"/>
    <w:rsid w:val="00D034A0"/>
    <w:rsid w:val="00D0538F"/>
    <w:rsid w:val="00D0598C"/>
    <w:rsid w:val="00D06758"/>
    <w:rsid w:val="00D10DE4"/>
    <w:rsid w:val="00D15D4F"/>
    <w:rsid w:val="00D17A59"/>
    <w:rsid w:val="00D2098F"/>
    <w:rsid w:val="00D21DCC"/>
    <w:rsid w:val="00D22D1F"/>
    <w:rsid w:val="00D332B2"/>
    <w:rsid w:val="00D33E88"/>
    <w:rsid w:val="00D35495"/>
    <w:rsid w:val="00D3628F"/>
    <w:rsid w:val="00D3784B"/>
    <w:rsid w:val="00D433C2"/>
    <w:rsid w:val="00D44F9B"/>
    <w:rsid w:val="00D4501A"/>
    <w:rsid w:val="00D5072F"/>
    <w:rsid w:val="00D51081"/>
    <w:rsid w:val="00D538A7"/>
    <w:rsid w:val="00D5511E"/>
    <w:rsid w:val="00D60B87"/>
    <w:rsid w:val="00D62CCF"/>
    <w:rsid w:val="00D665AB"/>
    <w:rsid w:val="00D710A8"/>
    <w:rsid w:val="00D733C9"/>
    <w:rsid w:val="00D7403C"/>
    <w:rsid w:val="00D77941"/>
    <w:rsid w:val="00D77D2A"/>
    <w:rsid w:val="00D77E87"/>
    <w:rsid w:val="00D832F7"/>
    <w:rsid w:val="00D867B6"/>
    <w:rsid w:val="00D8763A"/>
    <w:rsid w:val="00D911A9"/>
    <w:rsid w:val="00D93C56"/>
    <w:rsid w:val="00D94875"/>
    <w:rsid w:val="00D957FA"/>
    <w:rsid w:val="00DA0FCA"/>
    <w:rsid w:val="00DA75F6"/>
    <w:rsid w:val="00DA7C54"/>
    <w:rsid w:val="00DA7DE2"/>
    <w:rsid w:val="00DB2D43"/>
    <w:rsid w:val="00DB62E7"/>
    <w:rsid w:val="00DB6727"/>
    <w:rsid w:val="00DC19EE"/>
    <w:rsid w:val="00DC1C6A"/>
    <w:rsid w:val="00DC1F22"/>
    <w:rsid w:val="00DD1DD1"/>
    <w:rsid w:val="00DD2896"/>
    <w:rsid w:val="00DD2AB3"/>
    <w:rsid w:val="00DD366B"/>
    <w:rsid w:val="00DD6CD5"/>
    <w:rsid w:val="00DD7185"/>
    <w:rsid w:val="00DD7ED0"/>
    <w:rsid w:val="00DD7F1C"/>
    <w:rsid w:val="00DE0145"/>
    <w:rsid w:val="00DE034B"/>
    <w:rsid w:val="00DE041B"/>
    <w:rsid w:val="00DE4D85"/>
    <w:rsid w:val="00DE7802"/>
    <w:rsid w:val="00DF1536"/>
    <w:rsid w:val="00DF18DB"/>
    <w:rsid w:val="00DF2507"/>
    <w:rsid w:val="00DF467D"/>
    <w:rsid w:val="00DF50DD"/>
    <w:rsid w:val="00DF77D8"/>
    <w:rsid w:val="00E002CF"/>
    <w:rsid w:val="00E07378"/>
    <w:rsid w:val="00E07B4A"/>
    <w:rsid w:val="00E10522"/>
    <w:rsid w:val="00E120CC"/>
    <w:rsid w:val="00E15798"/>
    <w:rsid w:val="00E15921"/>
    <w:rsid w:val="00E2283B"/>
    <w:rsid w:val="00E246E5"/>
    <w:rsid w:val="00E27136"/>
    <w:rsid w:val="00E30857"/>
    <w:rsid w:val="00E37391"/>
    <w:rsid w:val="00E37BBB"/>
    <w:rsid w:val="00E4288F"/>
    <w:rsid w:val="00E44FE6"/>
    <w:rsid w:val="00E45617"/>
    <w:rsid w:val="00E46BFB"/>
    <w:rsid w:val="00E46D78"/>
    <w:rsid w:val="00E551E3"/>
    <w:rsid w:val="00E5635F"/>
    <w:rsid w:val="00E60D6F"/>
    <w:rsid w:val="00E615F3"/>
    <w:rsid w:val="00E61BC4"/>
    <w:rsid w:val="00E62A91"/>
    <w:rsid w:val="00E63921"/>
    <w:rsid w:val="00E648B4"/>
    <w:rsid w:val="00E70A96"/>
    <w:rsid w:val="00E731E9"/>
    <w:rsid w:val="00E800BD"/>
    <w:rsid w:val="00E814D9"/>
    <w:rsid w:val="00E81C31"/>
    <w:rsid w:val="00E81CE9"/>
    <w:rsid w:val="00E831FC"/>
    <w:rsid w:val="00E84A9A"/>
    <w:rsid w:val="00E90E92"/>
    <w:rsid w:val="00E9190A"/>
    <w:rsid w:val="00E9504D"/>
    <w:rsid w:val="00E961F3"/>
    <w:rsid w:val="00E970F5"/>
    <w:rsid w:val="00EA20E2"/>
    <w:rsid w:val="00EA2C9A"/>
    <w:rsid w:val="00EA52C0"/>
    <w:rsid w:val="00EA6C0E"/>
    <w:rsid w:val="00EA7590"/>
    <w:rsid w:val="00EB0773"/>
    <w:rsid w:val="00EB0E2F"/>
    <w:rsid w:val="00EB3B06"/>
    <w:rsid w:val="00EB4BDC"/>
    <w:rsid w:val="00EB5AE8"/>
    <w:rsid w:val="00EB6FB3"/>
    <w:rsid w:val="00EC0C69"/>
    <w:rsid w:val="00EC0FB1"/>
    <w:rsid w:val="00EC262F"/>
    <w:rsid w:val="00EC714E"/>
    <w:rsid w:val="00EC7E7A"/>
    <w:rsid w:val="00ED060A"/>
    <w:rsid w:val="00ED1798"/>
    <w:rsid w:val="00ED18A2"/>
    <w:rsid w:val="00ED2403"/>
    <w:rsid w:val="00ED3F6D"/>
    <w:rsid w:val="00ED7563"/>
    <w:rsid w:val="00EE466A"/>
    <w:rsid w:val="00EF06F4"/>
    <w:rsid w:val="00EF1209"/>
    <w:rsid w:val="00EF22E3"/>
    <w:rsid w:val="00EF29EA"/>
    <w:rsid w:val="00EF2A56"/>
    <w:rsid w:val="00EF5A29"/>
    <w:rsid w:val="00EF7699"/>
    <w:rsid w:val="00F00249"/>
    <w:rsid w:val="00F0290F"/>
    <w:rsid w:val="00F05852"/>
    <w:rsid w:val="00F062E3"/>
    <w:rsid w:val="00F07528"/>
    <w:rsid w:val="00F07D15"/>
    <w:rsid w:val="00F113F9"/>
    <w:rsid w:val="00F13761"/>
    <w:rsid w:val="00F155A3"/>
    <w:rsid w:val="00F20EC1"/>
    <w:rsid w:val="00F2155A"/>
    <w:rsid w:val="00F2394F"/>
    <w:rsid w:val="00F262B6"/>
    <w:rsid w:val="00F265FB"/>
    <w:rsid w:val="00F302DA"/>
    <w:rsid w:val="00F348ED"/>
    <w:rsid w:val="00F46E83"/>
    <w:rsid w:val="00F47124"/>
    <w:rsid w:val="00F47155"/>
    <w:rsid w:val="00F47D24"/>
    <w:rsid w:val="00F518DC"/>
    <w:rsid w:val="00F52A05"/>
    <w:rsid w:val="00F52CFC"/>
    <w:rsid w:val="00F5313C"/>
    <w:rsid w:val="00F533BE"/>
    <w:rsid w:val="00F57FFB"/>
    <w:rsid w:val="00F62560"/>
    <w:rsid w:val="00F638BA"/>
    <w:rsid w:val="00F63F9D"/>
    <w:rsid w:val="00F6523B"/>
    <w:rsid w:val="00F72E7E"/>
    <w:rsid w:val="00F73594"/>
    <w:rsid w:val="00F73C66"/>
    <w:rsid w:val="00F74D23"/>
    <w:rsid w:val="00F77177"/>
    <w:rsid w:val="00F77943"/>
    <w:rsid w:val="00F80C89"/>
    <w:rsid w:val="00F81576"/>
    <w:rsid w:val="00F815A1"/>
    <w:rsid w:val="00F832A5"/>
    <w:rsid w:val="00F84017"/>
    <w:rsid w:val="00F84DF9"/>
    <w:rsid w:val="00F91ADF"/>
    <w:rsid w:val="00F951A7"/>
    <w:rsid w:val="00F96880"/>
    <w:rsid w:val="00FA0917"/>
    <w:rsid w:val="00FA09ED"/>
    <w:rsid w:val="00FA1051"/>
    <w:rsid w:val="00FA14E7"/>
    <w:rsid w:val="00FA180A"/>
    <w:rsid w:val="00FA6EC7"/>
    <w:rsid w:val="00FA7FB0"/>
    <w:rsid w:val="00FB0195"/>
    <w:rsid w:val="00FB2623"/>
    <w:rsid w:val="00FB4956"/>
    <w:rsid w:val="00FB5234"/>
    <w:rsid w:val="00FB6E04"/>
    <w:rsid w:val="00FC0295"/>
    <w:rsid w:val="00FC1C09"/>
    <w:rsid w:val="00FD5C8A"/>
    <w:rsid w:val="00FD6541"/>
    <w:rsid w:val="00FE1CFF"/>
    <w:rsid w:val="00FE20E4"/>
    <w:rsid w:val="00FE2A0F"/>
    <w:rsid w:val="00FE53A7"/>
    <w:rsid w:val="00FF05B5"/>
    <w:rsid w:val="00FF0B4C"/>
    <w:rsid w:val="00FF0BB9"/>
    <w:rsid w:val="00FF523B"/>
    <w:rsid w:val="00FF5B19"/>
    <w:rsid w:val="00FF5B6D"/>
    <w:rsid w:val="00FF7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Variable" w:uiPriority="0"/>
    <w:lsdException w:name="No Lis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FA7FB0"/>
    <w:pPr>
      <w:spacing w:after="0" w:line="240" w:lineRule="auto"/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locked/>
    <w:rsid w:val="00FA7FB0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locked/>
    <w:rsid w:val="00FA7FB0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locked/>
    <w:rsid w:val="00FA7FB0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locked/>
    <w:rsid w:val="00FA7FB0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30A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730A22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11">
    <w:name w:val="Знак Знак1 Знак"/>
    <w:basedOn w:val="a"/>
    <w:uiPriority w:val="99"/>
    <w:rsid w:val="00730A22"/>
    <w:pPr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3">
    <w:name w:val="Знак Знак Знак Знак Знак Знак Знак Знак Знак Знак"/>
    <w:basedOn w:val="a"/>
    <w:uiPriority w:val="99"/>
    <w:rsid w:val="00D0598C"/>
    <w:pPr>
      <w:adjustRightInd w:val="0"/>
      <w:spacing w:after="160" w:line="240" w:lineRule="exact"/>
      <w:jc w:val="right"/>
    </w:pPr>
    <w:rPr>
      <w:lang w:val="en-GB" w:eastAsia="en-US"/>
    </w:rPr>
  </w:style>
  <w:style w:type="paragraph" w:styleId="a4">
    <w:name w:val="Body Text"/>
    <w:basedOn w:val="a"/>
    <w:link w:val="a5"/>
    <w:uiPriority w:val="99"/>
    <w:rsid w:val="00D0598C"/>
    <w:pPr>
      <w:shd w:val="clear" w:color="auto" w:fill="FFFFFF"/>
      <w:suppressAutoHyphens/>
    </w:pPr>
    <w:rPr>
      <w:b/>
      <w:bCs/>
      <w:color w:val="000000"/>
      <w:sz w:val="29"/>
      <w:szCs w:val="29"/>
      <w:lang w:eastAsia="ar-SA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Pr>
      <w:rFonts w:cs="Times New Roman"/>
      <w:sz w:val="20"/>
      <w:szCs w:val="20"/>
    </w:rPr>
  </w:style>
  <w:style w:type="paragraph" w:customStyle="1" w:styleId="110">
    <w:name w:val="Знак Знак1 Знак1"/>
    <w:basedOn w:val="a"/>
    <w:uiPriority w:val="99"/>
    <w:rsid w:val="00C00BF2"/>
    <w:pPr>
      <w:adjustRightInd w:val="0"/>
      <w:spacing w:after="160" w:line="240" w:lineRule="exact"/>
      <w:jc w:val="right"/>
    </w:pPr>
    <w:rPr>
      <w:lang w:val="en-GB" w:eastAsia="en-US"/>
    </w:rPr>
  </w:style>
  <w:style w:type="paragraph" w:styleId="a6">
    <w:name w:val="header"/>
    <w:basedOn w:val="a"/>
    <w:link w:val="a7"/>
    <w:uiPriority w:val="99"/>
    <w:rsid w:val="00FE1CF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Pr>
      <w:rFonts w:cs="Times New Roman"/>
      <w:sz w:val="20"/>
      <w:szCs w:val="20"/>
    </w:rPr>
  </w:style>
  <w:style w:type="character" w:styleId="a8">
    <w:name w:val="page number"/>
    <w:basedOn w:val="a0"/>
    <w:uiPriority w:val="99"/>
    <w:rsid w:val="00FE1CFF"/>
    <w:rPr>
      <w:rFonts w:cs="Times New Roman"/>
    </w:rPr>
  </w:style>
  <w:style w:type="paragraph" w:styleId="a9">
    <w:name w:val="footer"/>
    <w:basedOn w:val="a"/>
    <w:link w:val="aa"/>
    <w:uiPriority w:val="99"/>
    <w:rsid w:val="00FE1CF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Pr>
      <w:rFonts w:cs="Times New Roman"/>
      <w:sz w:val="20"/>
      <w:szCs w:val="20"/>
    </w:rPr>
  </w:style>
  <w:style w:type="paragraph" w:customStyle="1" w:styleId="ab">
    <w:name w:val="Знак"/>
    <w:basedOn w:val="a"/>
    <w:uiPriority w:val="99"/>
    <w:rsid w:val="00E46D78"/>
    <w:pPr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c">
    <w:name w:val="Знак Знак Знак Знак"/>
    <w:basedOn w:val="a"/>
    <w:uiPriority w:val="99"/>
    <w:rsid w:val="00DE7802"/>
    <w:pPr>
      <w:adjustRightInd w:val="0"/>
      <w:spacing w:after="160" w:line="240" w:lineRule="exact"/>
      <w:jc w:val="right"/>
    </w:pPr>
    <w:rPr>
      <w:lang w:val="en-GB" w:eastAsia="en-US"/>
    </w:rPr>
  </w:style>
  <w:style w:type="table" w:styleId="ad">
    <w:name w:val="Table Grid"/>
    <w:basedOn w:val="a1"/>
    <w:uiPriority w:val="99"/>
    <w:rsid w:val="009639D6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rsid w:val="009B516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12">
    <w:name w:val="Знак1"/>
    <w:basedOn w:val="a"/>
    <w:uiPriority w:val="99"/>
    <w:rsid w:val="006D1677"/>
    <w:pPr>
      <w:adjustRightInd w:val="0"/>
      <w:spacing w:after="160" w:line="240" w:lineRule="exact"/>
      <w:jc w:val="right"/>
    </w:pPr>
    <w:rPr>
      <w:lang w:val="en-GB" w:eastAsia="en-US"/>
    </w:rPr>
  </w:style>
  <w:style w:type="paragraph" w:styleId="af0">
    <w:name w:val="Block Text"/>
    <w:basedOn w:val="a"/>
    <w:uiPriority w:val="99"/>
    <w:rsid w:val="00DA7DE2"/>
    <w:pPr>
      <w:tabs>
        <w:tab w:val="num" w:pos="360"/>
      </w:tabs>
      <w:spacing w:before="840" w:line="260" w:lineRule="auto"/>
      <w:ind w:left="142" w:right="400" w:firstLine="520"/>
    </w:pPr>
    <w:rPr>
      <w:sz w:val="28"/>
      <w:szCs w:val="28"/>
    </w:rPr>
  </w:style>
  <w:style w:type="paragraph" w:styleId="af1">
    <w:name w:val="Normal (Web)"/>
    <w:basedOn w:val="a"/>
    <w:uiPriority w:val="99"/>
    <w:rsid w:val="00DA7DE2"/>
    <w:pPr>
      <w:spacing w:before="100" w:beforeAutospacing="1" w:after="100" w:afterAutospacing="1"/>
    </w:pPr>
  </w:style>
  <w:style w:type="paragraph" w:styleId="31">
    <w:name w:val="Body Text Indent 3"/>
    <w:basedOn w:val="a"/>
    <w:link w:val="32"/>
    <w:uiPriority w:val="99"/>
    <w:rsid w:val="00A12ED3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A12ED3"/>
    <w:rPr>
      <w:rFonts w:cs="Times New Roman"/>
      <w:sz w:val="16"/>
      <w:szCs w:val="16"/>
      <w:lang w:val="ru-RU" w:eastAsia="ru-RU" w:bidi="ar-SA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FA7FB0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FA7FB0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FA7FB0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FA7FB0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FA7FB0"/>
    <w:rPr>
      <w:rFonts w:ascii="Arial" w:hAnsi="Arial"/>
      <w:b w:val="0"/>
      <w:i w:val="0"/>
      <w:iCs/>
      <w:color w:val="0000FF"/>
      <w:sz w:val="24"/>
      <w:u w:val="none"/>
    </w:rPr>
  </w:style>
  <w:style w:type="paragraph" w:styleId="af2">
    <w:name w:val="annotation text"/>
    <w:aliases w:val="!Равноширинный текст документа"/>
    <w:basedOn w:val="a"/>
    <w:link w:val="af3"/>
    <w:semiHidden/>
    <w:rsid w:val="00FA7FB0"/>
    <w:rPr>
      <w:rFonts w:ascii="Courier" w:hAnsi="Courier"/>
      <w:sz w:val="22"/>
      <w:szCs w:val="20"/>
    </w:rPr>
  </w:style>
  <w:style w:type="character" w:customStyle="1" w:styleId="af3">
    <w:name w:val="Текст примечания Знак"/>
    <w:aliases w:val="!Равноширинный текст документа Знак"/>
    <w:basedOn w:val="a0"/>
    <w:link w:val="af2"/>
    <w:semiHidden/>
    <w:rsid w:val="00FA7FB0"/>
    <w:rPr>
      <w:rFonts w:ascii="Courier" w:hAnsi="Courier"/>
      <w:szCs w:val="20"/>
    </w:rPr>
  </w:style>
  <w:style w:type="paragraph" w:customStyle="1" w:styleId="Title">
    <w:name w:val="Title!Название НПА"/>
    <w:basedOn w:val="a"/>
    <w:rsid w:val="00FA7FB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f4">
    <w:name w:val="Hyperlink"/>
    <w:basedOn w:val="a0"/>
    <w:rsid w:val="00FA7FB0"/>
    <w:rPr>
      <w:color w:val="0000FF"/>
      <w:u w:val="none"/>
    </w:rPr>
  </w:style>
  <w:style w:type="paragraph" w:customStyle="1" w:styleId="Application">
    <w:name w:val="Application!Приложение"/>
    <w:rsid w:val="00FA7FB0"/>
    <w:pPr>
      <w:spacing w:before="120" w:after="120" w:line="240" w:lineRule="auto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FA7FB0"/>
    <w:pPr>
      <w:spacing w:after="0" w:line="240" w:lineRule="auto"/>
    </w:pPr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FA7FB0"/>
    <w:pPr>
      <w:spacing w:after="0" w:line="240" w:lineRule="auto"/>
      <w:jc w:val="center"/>
    </w:pPr>
    <w:rPr>
      <w:rFonts w:ascii="Arial" w:hAnsi="Arial" w:cs="Arial"/>
      <w:b/>
      <w:bCs/>
      <w:kern w:val="28"/>
      <w:sz w:val="24"/>
      <w:szCs w:val="32"/>
    </w:rPr>
  </w:style>
  <w:style w:type="character" w:styleId="af5">
    <w:name w:val="FollowedHyperlink"/>
    <w:basedOn w:val="a0"/>
    <w:uiPriority w:val="99"/>
    <w:semiHidden/>
    <w:unhideWhenUsed/>
    <w:rsid w:val="00FA7FB0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5182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la-service.minjust.ru:8080/rnla-links/ws/content/act/D9FF8590-7933-4F35-81A6-C1F5D56E9AB8.htm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scli\&#1040;&#1056;&#1052;%20&#1052;&#1091;&#1085;&#1080;&#1094;&#1080;&#1087;&#1072;&#1083;%202.3%20(&#1089;&#1073;&#1086;&#1088;&#1082;&#1072;%202.3.1.2)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0</TotalTime>
  <Pages>2</Pages>
  <Words>603</Words>
  <Characters>3439</Characters>
  <Application>Microsoft Office Word</Application>
  <DocSecurity>0</DocSecurity>
  <Lines>28</Lines>
  <Paragraphs>8</Paragraphs>
  <ScaleCrop>false</ScaleCrop>
  <Company>RuVarez</Company>
  <LinksUpToDate>false</LinksUpToDate>
  <CharactersWithSpaces>4034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 Александровна Боярская</cp:lastModifiedBy>
  <cp:revision>3</cp:revision>
  <cp:lastPrinted>2022-02-16T01:59:00Z</cp:lastPrinted>
  <dcterms:created xsi:type="dcterms:W3CDTF">2022-03-10T06:01:00Z</dcterms:created>
  <dcterms:modified xsi:type="dcterms:W3CDTF">2025-04-28T00:11:00Z</dcterms:modified>
</cp:coreProperties>
</file>